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021A8" w14:textId="77777777" w:rsidR="000719BB" w:rsidRDefault="000719BB" w:rsidP="006C2343">
      <w:pPr>
        <w:pStyle w:val="Titul2"/>
      </w:pPr>
    </w:p>
    <w:p w14:paraId="2A47EEE4" w14:textId="77777777" w:rsidR="003254A3" w:rsidRPr="0067217B" w:rsidRDefault="00FD501F" w:rsidP="006C2343">
      <w:pPr>
        <w:pStyle w:val="Titul2"/>
      </w:pPr>
      <w:r w:rsidRPr="0067217B">
        <w:t>Příloha č. 3 c)</w:t>
      </w:r>
    </w:p>
    <w:p w14:paraId="24A477E6" w14:textId="77777777" w:rsidR="003254A3" w:rsidRPr="0067217B" w:rsidRDefault="003254A3" w:rsidP="00AD0C7B">
      <w:pPr>
        <w:pStyle w:val="Titul2"/>
      </w:pPr>
    </w:p>
    <w:p w14:paraId="54986894" w14:textId="77777777" w:rsidR="00AD0C7B" w:rsidRPr="0067217B" w:rsidRDefault="00FD501F" w:rsidP="006C2343">
      <w:pPr>
        <w:pStyle w:val="Titul1"/>
      </w:pPr>
      <w:r w:rsidRPr="0067217B">
        <w:t xml:space="preserve">Zvláštní </w:t>
      </w:r>
      <w:r w:rsidR="00AD0C7B" w:rsidRPr="0067217B">
        <w:t>technické podmínky</w:t>
      </w:r>
    </w:p>
    <w:p w14:paraId="75F0CE2E" w14:textId="77777777" w:rsidR="00AD0C7B" w:rsidRPr="0067217B" w:rsidRDefault="00AD0C7B" w:rsidP="00EB46E5">
      <w:pPr>
        <w:pStyle w:val="Titul2"/>
      </w:pPr>
    </w:p>
    <w:p w14:paraId="3222A170" w14:textId="493BE731" w:rsidR="00FD501F" w:rsidRPr="0067217B" w:rsidRDefault="007218BD" w:rsidP="007218BD">
      <w:pPr>
        <w:pStyle w:val="Tituldatum"/>
        <w:rPr>
          <w:b/>
          <w:sz w:val="32"/>
          <w:szCs w:val="32"/>
        </w:rPr>
      </w:pPr>
      <w:r w:rsidRPr="0067217B">
        <w:rPr>
          <w:b/>
          <w:sz w:val="32"/>
          <w:szCs w:val="32"/>
        </w:rPr>
        <w:br/>
      </w:r>
      <w:r w:rsidR="00991A73" w:rsidRPr="0067217B">
        <w:rPr>
          <w:b/>
          <w:sz w:val="32"/>
          <w:szCs w:val="32"/>
        </w:rPr>
        <w:t>D</w:t>
      </w:r>
      <w:r w:rsidR="00FD501F" w:rsidRPr="0067217B">
        <w:rPr>
          <w:b/>
          <w:sz w:val="32"/>
          <w:szCs w:val="32"/>
        </w:rPr>
        <w:t xml:space="preserve">okumentace pro </w:t>
      </w:r>
      <w:r w:rsidR="00991A73" w:rsidRPr="0067217B">
        <w:rPr>
          <w:b/>
          <w:sz w:val="32"/>
          <w:szCs w:val="32"/>
        </w:rPr>
        <w:t xml:space="preserve">společné </w:t>
      </w:r>
      <w:r w:rsidR="00FD501F" w:rsidRPr="0067217B">
        <w:rPr>
          <w:b/>
          <w:sz w:val="32"/>
          <w:szCs w:val="32"/>
        </w:rPr>
        <w:t>povolení</w:t>
      </w:r>
      <w:r w:rsidR="003D598B" w:rsidRPr="0067217B">
        <w:rPr>
          <w:b/>
          <w:sz w:val="32"/>
          <w:szCs w:val="32"/>
        </w:rPr>
        <w:t>,</w:t>
      </w:r>
      <w:r w:rsidR="00FD501F" w:rsidRPr="0067217B">
        <w:rPr>
          <w:b/>
          <w:sz w:val="32"/>
          <w:szCs w:val="32"/>
        </w:rPr>
        <w:t xml:space="preserve"> </w:t>
      </w:r>
      <w:r w:rsidR="00E82C07" w:rsidRPr="0067217B">
        <w:rPr>
          <w:b/>
          <w:sz w:val="32"/>
          <w:szCs w:val="32"/>
        </w:rPr>
        <w:br/>
      </w:r>
      <w:r w:rsidR="00FD501F" w:rsidRPr="0067217B">
        <w:rPr>
          <w:b/>
          <w:sz w:val="32"/>
          <w:szCs w:val="32"/>
        </w:rPr>
        <w:t>Projektová dokumentace pro provádění stavby</w:t>
      </w:r>
      <w:r w:rsidR="003D598B" w:rsidRPr="0067217B">
        <w:rPr>
          <w:b/>
          <w:sz w:val="32"/>
          <w:szCs w:val="32"/>
        </w:rPr>
        <w:t xml:space="preserve"> a </w:t>
      </w:r>
      <w:r w:rsidR="007F35C7" w:rsidRPr="0067217B">
        <w:rPr>
          <w:b/>
          <w:sz w:val="32"/>
          <w:szCs w:val="32"/>
        </w:rPr>
        <w:t>Dozor projektanta</w:t>
      </w:r>
    </w:p>
    <w:p w14:paraId="759820B9" w14:textId="77777777" w:rsidR="00BF07F6" w:rsidRPr="0067217B" w:rsidRDefault="00BF07F6" w:rsidP="00FD501F">
      <w:pPr>
        <w:pStyle w:val="Titul2"/>
      </w:pPr>
    </w:p>
    <w:p w14:paraId="682C4DA5" w14:textId="77777777" w:rsidR="00FD501F" w:rsidRPr="0067217B" w:rsidRDefault="00FD501F" w:rsidP="00FD501F">
      <w:pPr>
        <w:pStyle w:val="Titul2"/>
      </w:pPr>
    </w:p>
    <w:p w14:paraId="74FF5D95" w14:textId="6EF5F9E9" w:rsidR="00807E58" w:rsidRPr="0067217B" w:rsidRDefault="003F2BC6" w:rsidP="007218BD">
      <w:pPr>
        <w:pStyle w:val="Tituldatum"/>
      </w:pPr>
      <w:r w:rsidRPr="0067217B">
        <w:rPr>
          <w:rStyle w:val="Nzevakce"/>
        </w:rPr>
        <w:t>Rekonstrukce nástupiště na zastávce Nová Paka město</w:t>
      </w:r>
    </w:p>
    <w:p w14:paraId="37A4B158" w14:textId="77777777" w:rsidR="003F2BC6" w:rsidRPr="0067217B" w:rsidRDefault="003F2BC6" w:rsidP="006C2343">
      <w:pPr>
        <w:pStyle w:val="Tituldatum"/>
      </w:pPr>
    </w:p>
    <w:p w14:paraId="3D6EA592" w14:textId="77777777" w:rsidR="003F2BC6" w:rsidRPr="0067217B" w:rsidRDefault="003F2BC6" w:rsidP="006C2343">
      <w:pPr>
        <w:pStyle w:val="Tituldatum"/>
      </w:pPr>
    </w:p>
    <w:p w14:paraId="2307C035" w14:textId="77777777" w:rsidR="003F2BC6" w:rsidRPr="0067217B" w:rsidRDefault="003F2BC6" w:rsidP="006C2343">
      <w:pPr>
        <w:pStyle w:val="Tituldatum"/>
      </w:pPr>
    </w:p>
    <w:p w14:paraId="632D6114" w14:textId="77777777" w:rsidR="003F2BC6" w:rsidRPr="0067217B" w:rsidRDefault="003F2BC6" w:rsidP="006C2343">
      <w:pPr>
        <w:pStyle w:val="Tituldatum"/>
      </w:pPr>
    </w:p>
    <w:p w14:paraId="03B60AD4" w14:textId="41DD371B" w:rsidR="00B507F3" w:rsidRPr="0067217B" w:rsidRDefault="006C2343" w:rsidP="006C2343">
      <w:pPr>
        <w:pStyle w:val="Tituldatum"/>
      </w:pPr>
      <w:r w:rsidRPr="0067217B">
        <w:t xml:space="preserve">Datum vydání: </w:t>
      </w:r>
      <w:r w:rsidRPr="0067217B">
        <w:tab/>
      </w:r>
      <w:r w:rsidR="0084756B" w:rsidRPr="0067217B">
        <w:t>1</w:t>
      </w:r>
      <w:r w:rsidR="00384341">
        <w:t>3</w:t>
      </w:r>
      <w:r w:rsidR="00875F3F" w:rsidRPr="0067217B">
        <w:t xml:space="preserve">. </w:t>
      </w:r>
      <w:r w:rsidR="003066C8" w:rsidRPr="0067217B">
        <w:t>2</w:t>
      </w:r>
      <w:r w:rsidR="00875F3F" w:rsidRPr="0067217B">
        <w:t>. 202</w:t>
      </w:r>
      <w:r w:rsidR="003066C8" w:rsidRPr="0067217B">
        <w:t>4</w:t>
      </w:r>
    </w:p>
    <w:p w14:paraId="477B110B" w14:textId="1E7F00F9" w:rsidR="00DB0562" w:rsidRPr="0067217B" w:rsidRDefault="00826B7B" w:rsidP="003D598B">
      <w:pPr>
        <w:pStyle w:val="Titul1"/>
      </w:pPr>
      <w:r w:rsidRPr="0067217B">
        <w:br w:type="page"/>
      </w:r>
    </w:p>
    <w:p w14:paraId="5749B54D" w14:textId="77777777" w:rsidR="00BD7E91" w:rsidRPr="0067217B" w:rsidRDefault="00BD7E91" w:rsidP="00B101FD">
      <w:pPr>
        <w:pStyle w:val="Nadpisbezsl1-1"/>
      </w:pPr>
      <w:r w:rsidRPr="0067217B">
        <w:lastRenderedPageBreak/>
        <w:t>Obsah</w:t>
      </w:r>
      <w:r w:rsidR="00887F36" w:rsidRPr="0067217B">
        <w:t xml:space="preserve"> </w:t>
      </w:r>
    </w:p>
    <w:p w14:paraId="2215F752" w14:textId="171B4488" w:rsidR="0038434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67217B">
        <w:fldChar w:fldCharType="begin"/>
      </w:r>
      <w:r w:rsidRPr="0067217B">
        <w:instrText xml:space="preserve"> TOC \o "1-2" \h \z \u </w:instrText>
      </w:r>
      <w:r w:rsidRPr="0067217B">
        <w:fldChar w:fldCharType="separate"/>
      </w:r>
      <w:hyperlink w:anchor="_Toc158708236" w:history="1">
        <w:r w:rsidR="00384341" w:rsidRPr="00353E32">
          <w:rPr>
            <w:rStyle w:val="Hypertextovodkaz"/>
          </w:rPr>
          <w:t>SEZNAM ZKRATEK</w:t>
        </w:r>
        <w:r w:rsidR="00384341">
          <w:rPr>
            <w:noProof/>
            <w:webHidden/>
          </w:rPr>
          <w:tab/>
        </w:r>
        <w:r w:rsidR="00384341">
          <w:rPr>
            <w:noProof/>
            <w:webHidden/>
          </w:rPr>
          <w:fldChar w:fldCharType="begin"/>
        </w:r>
        <w:r w:rsidR="00384341">
          <w:rPr>
            <w:noProof/>
            <w:webHidden/>
          </w:rPr>
          <w:instrText xml:space="preserve"> PAGEREF _Toc158708236 \h </w:instrText>
        </w:r>
        <w:r w:rsidR="00384341">
          <w:rPr>
            <w:noProof/>
            <w:webHidden/>
          </w:rPr>
        </w:r>
        <w:r w:rsidR="00384341"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2</w:t>
        </w:r>
        <w:r w:rsidR="00384341">
          <w:rPr>
            <w:noProof/>
            <w:webHidden/>
          </w:rPr>
          <w:fldChar w:fldCharType="end"/>
        </w:r>
      </w:hyperlink>
    </w:p>
    <w:p w14:paraId="3FBDC3BB" w14:textId="2C65F12B" w:rsidR="00384341" w:rsidRDefault="003843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37" w:history="1">
        <w:r w:rsidRPr="00353E32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E0AA696" w14:textId="39CFF458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38" w:history="1">
        <w:r w:rsidRPr="00353E32">
          <w:rPr>
            <w:rStyle w:val="Hypertextovodkaz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Předmět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9A5B78A" w14:textId="48DD4A4F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39" w:history="1">
        <w:r w:rsidRPr="00353E32">
          <w:rPr>
            <w:rStyle w:val="Hypertextovodkaz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Rozsah a členění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57EE41A" w14:textId="6ABCB13B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40" w:history="1">
        <w:r w:rsidRPr="00353E32">
          <w:rPr>
            <w:rStyle w:val="Hypertextovodkaz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001916A" w14:textId="59656ED2" w:rsidR="00384341" w:rsidRDefault="003843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41" w:history="1">
        <w:r w:rsidRPr="00353E32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344C6C" w14:textId="344A9EFD" w:rsidR="00384341" w:rsidRDefault="003843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42" w:history="1">
        <w:r w:rsidRPr="00353E32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5DEAC26" w14:textId="09AF201F" w:rsidR="00384341" w:rsidRDefault="003843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45" w:history="1">
        <w:r w:rsidRPr="00353E32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POŽADAVKY NA TECHNICKÉ ŘEŠENÍ 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7EE8B3" w14:textId="468F9463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46" w:history="1">
        <w:r w:rsidRPr="00353E32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1B1EC07" w14:textId="63057993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47" w:history="1">
        <w:r w:rsidRPr="00353E32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1B88995" w14:textId="38D96B61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48" w:history="1">
        <w:r w:rsidRPr="00353E32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F82E615" w14:textId="00FE4437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49" w:history="1">
        <w:r w:rsidRPr="00353E32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BC19304" w14:textId="4BA77089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50" w:history="1">
        <w:r w:rsidRPr="00353E32">
          <w:rPr>
            <w:rStyle w:val="Hypertextovodkaz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Železniční svršek a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C31BCB1" w14:textId="7FBA34DD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51" w:history="1">
        <w:r w:rsidRPr="00353E32">
          <w:rPr>
            <w:rStyle w:val="Hypertextovodkaz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Nástupiště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B20D400" w14:textId="6294B404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52" w:history="1">
        <w:r w:rsidRPr="00353E32">
          <w:rPr>
            <w:rStyle w:val="Hypertextovodkaz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Mosty, propustky,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571EE06" w14:textId="6B41B7F0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53" w:history="1">
        <w:r w:rsidRPr="00353E32">
          <w:rPr>
            <w:rStyle w:val="Hypertextovodkaz"/>
          </w:rPr>
          <w:t>4.8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EC536D8" w14:textId="04997433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54" w:history="1">
        <w:r w:rsidRPr="00353E32">
          <w:rPr>
            <w:rStyle w:val="Hypertextovodkaz"/>
          </w:rPr>
          <w:t>4.9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ED5CE11" w14:textId="69536786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55" w:history="1">
        <w:r w:rsidRPr="00353E32">
          <w:rPr>
            <w:rStyle w:val="Hypertextovodkaz"/>
          </w:rPr>
          <w:t>4.10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B4F3498" w14:textId="7D0DFA24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56" w:history="1">
        <w:r w:rsidRPr="00353E32">
          <w:rPr>
            <w:rStyle w:val="Hypertextovodkaz"/>
          </w:rPr>
          <w:t>4.11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Geodetická dokumentace (Geodetický podklad pro projektovou činnost zpracovaný podle jiných právních předpisů)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8A1A3EF" w14:textId="33F36F75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57" w:history="1">
        <w:r w:rsidRPr="00353E32">
          <w:rPr>
            <w:rStyle w:val="Hypertextovodkaz"/>
          </w:rPr>
          <w:t>4.12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C1AACD7" w14:textId="4AFE6B90" w:rsidR="00384341" w:rsidRDefault="003843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58" w:history="1">
        <w:r w:rsidRPr="00353E32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665839A" w14:textId="20F6E855" w:rsidR="00384341" w:rsidRDefault="0038434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59" w:history="1">
        <w:r w:rsidRPr="00353E32">
          <w:rPr>
            <w:rStyle w:val="Hypertextovodkaz"/>
          </w:rPr>
          <w:t>5.1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F76A06E" w14:textId="7CEB6EED" w:rsidR="00384341" w:rsidRDefault="003843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60" w:history="1">
        <w:r w:rsidRPr="00353E32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4F594F8" w14:textId="254E99EF" w:rsidR="00384341" w:rsidRDefault="003843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8708261" w:history="1">
        <w:r w:rsidRPr="00353E32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353E32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_Toc158708261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7C0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57A0156" w14:textId="3C60D558" w:rsidR="00AD0C7B" w:rsidRPr="0067217B" w:rsidRDefault="00BD7E91" w:rsidP="008D03B9">
      <w:r w:rsidRPr="0067217B">
        <w:fldChar w:fldCharType="end"/>
      </w:r>
    </w:p>
    <w:p w14:paraId="00D4CDC6" w14:textId="77777777" w:rsidR="00DB0562" w:rsidRPr="0067217B" w:rsidRDefault="00AD0C7B" w:rsidP="00DB0562">
      <w:pPr>
        <w:pStyle w:val="Nadpisbezsl1-1"/>
        <w:outlineLvl w:val="0"/>
      </w:pPr>
      <w:bookmarkStart w:id="0" w:name="_Toc158708236"/>
      <w:r w:rsidRPr="0067217B">
        <w:t>SEZNAM ZKRATEK</w:t>
      </w:r>
      <w:bookmarkEnd w:id="0"/>
      <w:r w:rsidR="0076790E" w:rsidRPr="0067217B">
        <w:t xml:space="preserve"> </w:t>
      </w:r>
    </w:p>
    <w:p w14:paraId="7EE6E331" w14:textId="77777777" w:rsidR="00DB0562" w:rsidRPr="0067217B" w:rsidRDefault="00DB0562" w:rsidP="00DB0562">
      <w:pPr>
        <w:pStyle w:val="Textbezslovn"/>
        <w:ind w:left="0"/>
        <w:rPr>
          <w:rStyle w:val="Tun"/>
        </w:rPr>
      </w:pPr>
      <w:r w:rsidRPr="0067217B">
        <w:rPr>
          <w:rStyle w:val="Tun"/>
        </w:rPr>
        <w:t>Není-li v těchto ZTP výslovně uvedeno jinak, mají zkratky použité v těchto ZTP význam definovaný ve V</w:t>
      </w:r>
      <w:r w:rsidR="007359AF" w:rsidRPr="0067217B">
        <w:rPr>
          <w:rStyle w:val="Tun"/>
        </w:rPr>
        <w:t>TP</w:t>
      </w:r>
      <w:r w:rsidRPr="0067217B">
        <w:rPr>
          <w:rStyle w:val="Tun"/>
        </w:rPr>
        <w:t>.</w:t>
      </w:r>
      <w:r w:rsidR="007359AF" w:rsidRPr="0067217B">
        <w:rPr>
          <w:rStyle w:val="Tun"/>
        </w:rPr>
        <w:t xml:space="preserve"> </w:t>
      </w:r>
      <w:r w:rsidR="007359AF" w:rsidRPr="0067217B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F57602" w:rsidRPr="0067217B" w14:paraId="00F97776" w14:textId="77777777" w:rsidTr="00884CD1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9CF78B" w14:textId="77777777" w:rsidR="00F57602" w:rsidRPr="0067217B" w:rsidRDefault="00F57602" w:rsidP="00884CD1">
            <w:pPr>
              <w:pStyle w:val="Zkratky1"/>
            </w:pPr>
            <w:r w:rsidRPr="0067217B">
              <w:t xml:space="preserve">PZS </w:t>
            </w:r>
            <w:r w:rsidRPr="0067217B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D16AC2" w14:textId="77777777" w:rsidR="00F57602" w:rsidRPr="0067217B" w:rsidRDefault="00F57602" w:rsidP="00884CD1">
            <w:pPr>
              <w:pStyle w:val="Zkratky2"/>
            </w:pPr>
            <w:r w:rsidRPr="0067217B">
              <w:t>Přejezdové zabezpečovací zařízení světelné</w:t>
            </w:r>
          </w:p>
        </w:tc>
      </w:tr>
      <w:tr w:rsidR="00F57602" w:rsidRPr="0067217B" w14:paraId="045CEF8A" w14:textId="77777777" w:rsidTr="00884CD1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689B51" w14:textId="77777777" w:rsidR="00F57602" w:rsidRPr="0067217B" w:rsidRDefault="00F57602" w:rsidP="00884CD1">
            <w:pPr>
              <w:pStyle w:val="Zkratky1"/>
            </w:pPr>
            <w:r w:rsidRPr="0067217B">
              <w:t xml:space="preserve">DOSS </w:t>
            </w:r>
            <w:r w:rsidRPr="0067217B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1B6E23" w14:textId="77777777" w:rsidR="00F57602" w:rsidRPr="0067217B" w:rsidRDefault="00F57602" w:rsidP="00884CD1">
            <w:pPr>
              <w:pStyle w:val="Zkratky2"/>
            </w:pPr>
            <w:r w:rsidRPr="0067217B">
              <w:t>Dotčené orgány státní správy</w:t>
            </w:r>
          </w:p>
        </w:tc>
      </w:tr>
      <w:tr w:rsidR="00F57602" w:rsidRPr="0067217B" w14:paraId="70FDC080" w14:textId="77777777" w:rsidTr="00884CD1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5E24CC" w14:textId="77777777" w:rsidR="00F57602" w:rsidRPr="0067217B" w:rsidRDefault="00F57602" w:rsidP="00884CD1">
            <w:pPr>
              <w:pStyle w:val="Zkratky1"/>
            </w:pPr>
            <w:r w:rsidRPr="0067217B">
              <w:t xml:space="preserve">ŽDC </w:t>
            </w:r>
            <w:r w:rsidRPr="0067217B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B691A2" w14:textId="77777777" w:rsidR="00F57602" w:rsidRPr="0067217B" w:rsidRDefault="00F57602" w:rsidP="00884CD1">
            <w:pPr>
              <w:pStyle w:val="Zkratky2"/>
            </w:pPr>
            <w:r w:rsidRPr="0067217B">
              <w:t>Železniční dopravní cesta</w:t>
            </w:r>
          </w:p>
        </w:tc>
      </w:tr>
      <w:tr w:rsidR="00F57602" w:rsidRPr="0067217B" w14:paraId="6446241C" w14:textId="77777777" w:rsidTr="00884CD1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CEE7BC" w14:textId="77777777" w:rsidR="00F57602" w:rsidRPr="0067217B" w:rsidRDefault="00F57602" w:rsidP="00884CD1">
            <w:pPr>
              <w:pStyle w:val="Zkratky1"/>
            </w:pPr>
            <w:r w:rsidRPr="0067217B">
              <w:t xml:space="preserve">AZI </w:t>
            </w:r>
            <w:r w:rsidRPr="0067217B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9CED3E" w14:textId="77777777" w:rsidR="00F57602" w:rsidRPr="0067217B" w:rsidRDefault="00F57602" w:rsidP="00884CD1">
            <w:pPr>
              <w:pStyle w:val="Zkratky2"/>
            </w:pPr>
            <w:r w:rsidRPr="0067217B">
              <w:t>Autorizovaný zeměměřický inženýr (dříve ÚOZI)</w:t>
            </w:r>
          </w:p>
        </w:tc>
      </w:tr>
      <w:tr w:rsidR="00F57602" w:rsidRPr="0067217B" w14:paraId="43AE8216" w14:textId="77777777" w:rsidTr="00884CD1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E43609" w14:textId="77777777" w:rsidR="00F57602" w:rsidRPr="0067217B" w:rsidRDefault="00F57602" w:rsidP="00884CD1">
            <w:pPr>
              <w:pStyle w:val="Zkratky1"/>
            </w:pPr>
            <w:r w:rsidRPr="0067217B">
              <w:t>NSZ</w:t>
            </w:r>
            <w:r w:rsidRPr="0067217B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F9FEBD" w14:textId="77777777" w:rsidR="00F57602" w:rsidRPr="0067217B" w:rsidRDefault="00F57602" w:rsidP="00884CD1">
            <w:pPr>
              <w:pStyle w:val="Zkratky2"/>
            </w:pPr>
            <w:r w:rsidRPr="0067217B">
              <w:t>Nový stavební zákon - zákon č. 283/2021 Sb., stavební zákon, ve znění účinném od 1. 1. 2024</w:t>
            </w:r>
          </w:p>
        </w:tc>
      </w:tr>
    </w:tbl>
    <w:p w14:paraId="568A8F85" w14:textId="77777777" w:rsidR="00826B7B" w:rsidRPr="0067217B" w:rsidRDefault="00826B7B">
      <w:r w:rsidRPr="0067217B">
        <w:br w:type="page"/>
      </w:r>
    </w:p>
    <w:p w14:paraId="1CB0C9B2" w14:textId="77777777" w:rsidR="00FD501F" w:rsidRPr="0067217B" w:rsidRDefault="00FD501F" w:rsidP="00A134F8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58708237"/>
      <w:r w:rsidRPr="0067217B">
        <w:lastRenderedPageBreak/>
        <w:t>SPECIFIKACE PŘEDMĚTU DÍLA</w:t>
      </w:r>
      <w:bookmarkEnd w:id="5"/>
    </w:p>
    <w:p w14:paraId="4536661D" w14:textId="77777777" w:rsidR="00FD501F" w:rsidRPr="0067217B" w:rsidDel="00FB05B2" w:rsidRDefault="00A836EC" w:rsidP="00DB0562">
      <w:pPr>
        <w:pStyle w:val="Nadpis2-2"/>
      </w:pPr>
      <w:bookmarkStart w:id="6" w:name="_Toc158708238"/>
      <w:r w:rsidRPr="0067217B" w:rsidDel="00FB05B2">
        <w:t xml:space="preserve">Předmět </w:t>
      </w:r>
      <w:r w:rsidR="00FD501F" w:rsidRPr="0067217B" w:rsidDel="00FB05B2">
        <w:t>díla</w:t>
      </w:r>
      <w:bookmarkEnd w:id="6"/>
    </w:p>
    <w:p w14:paraId="52F84611" w14:textId="753F7252" w:rsidR="00FD501F" w:rsidRPr="0067217B" w:rsidDel="00FB05B2" w:rsidRDefault="00FD501F" w:rsidP="002B1F20">
      <w:pPr>
        <w:pStyle w:val="Text2-1"/>
      </w:pPr>
      <w:r w:rsidRPr="0067217B" w:rsidDel="00FB05B2">
        <w:t xml:space="preserve">Předmětem </w:t>
      </w:r>
      <w:r w:rsidR="00A836EC" w:rsidRPr="0067217B" w:rsidDel="00FB05B2">
        <w:t>D</w:t>
      </w:r>
      <w:r w:rsidRPr="0067217B" w:rsidDel="00FB05B2">
        <w:t xml:space="preserve">íla </w:t>
      </w:r>
      <w:r w:rsidR="002B1F20" w:rsidRPr="0067217B" w:rsidDel="00FB05B2">
        <w:t>„</w:t>
      </w:r>
      <w:r w:rsidR="003F2BC6" w:rsidRPr="0067217B">
        <w:rPr>
          <w:rStyle w:val="Tun"/>
        </w:rPr>
        <w:t>Rekonstrukce nástupiště na zastávce Nová Paka město</w:t>
      </w:r>
      <w:r w:rsidR="002B1F20" w:rsidRPr="0067217B" w:rsidDel="00FB05B2">
        <w:t xml:space="preserve">“ </w:t>
      </w:r>
      <w:r w:rsidRPr="0067217B" w:rsidDel="00FB05B2">
        <w:t>je</w:t>
      </w:r>
      <w:r w:rsidR="002B1F20" w:rsidRPr="0067217B" w:rsidDel="00FB05B2">
        <w:t>:</w:t>
      </w:r>
      <w:r w:rsidR="000E6E13" w:rsidRPr="0067217B" w:rsidDel="00FB05B2">
        <w:t xml:space="preserve"> </w:t>
      </w:r>
    </w:p>
    <w:p w14:paraId="1D85940B" w14:textId="77777777" w:rsidR="00F57602" w:rsidRPr="0067217B" w:rsidDel="00FB05B2" w:rsidRDefault="00F57602" w:rsidP="00F57602">
      <w:pPr>
        <w:pStyle w:val="Odstavec1-1a"/>
      </w:pPr>
      <w:r w:rsidRPr="0067217B" w:rsidDel="00FB05B2">
        <w:rPr>
          <w:b/>
        </w:rPr>
        <w:t>Zhotovení Projektové</w:t>
      </w:r>
      <w:r w:rsidRPr="0067217B" w:rsidDel="00FB05B2">
        <w:t xml:space="preserve"> </w:t>
      </w:r>
      <w:r w:rsidRPr="0067217B" w:rsidDel="00FB05B2">
        <w:rPr>
          <w:b/>
        </w:rPr>
        <w:t>d</w:t>
      </w:r>
      <w:r w:rsidRPr="0067217B" w:rsidDel="00FB05B2">
        <w:rPr>
          <w:rStyle w:val="Tun"/>
        </w:rPr>
        <w:t>okumentace pro společné,</w:t>
      </w:r>
      <w:r w:rsidRPr="0067217B">
        <w:rPr>
          <w:rStyle w:val="Tun"/>
          <w:b w:val="0"/>
        </w:rPr>
        <w:t xml:space="preserve"> </w:t>
      </w:r>
      <w:r w:rsidRPr="0067217B" w:rsidDel="00FB05B2">
        <w:rPr>
          <w:rStyle w:val="Tun"/>
          <w:b w:val="0"/>
        </w:rPr>
        <w:t>která specifikuje předmět Díla v takovém rozsahu, aby ji bylo možno projednat v</w:t>
      </w:r>
      <w:r w:rsidRPr="0067217B">
        <w:rPr>
          <w:rStyle w:val="Tun"/>
          <w:b w:val="0"/>
        </w:rPr>
        <w:t> </w:t>
      </w:r>
      <w:r w:rsidRPr="0067217B" w:rsidDel="00FB05B2">
        <w:rPr>
          <w:rStyle w:val="Tun"/>
          <w:b w:val="0"/>
        </w:rPr>
        <w:t>řízení</w:t>
      </w:r>
      <w:r w:rsidRPr="0067217B">
        <w:rPr>
          <w:rStyle w:val="Tun"/>
          <w:b w:val="0"/>
        </w:rPr>
        <w:t xml:space="preserve"> o povolení záměru</w:t>
      </w:r>
      <w:r w:rsidRPr="0067217B" w:rsidDel="00FB05B2">
        <w:rPr>
          <w:rStyle w:val="Tun"/>
          <w:b w:val="0"/>
        </w:rPr>
        <w:t xml:space="preserve">, získat pravomocné </w:t>
      </w:r>
      <w:r w:rsidRPr="0067217B">
        <w:rPr>
          <w:rStyle w:val="Tun"/>
          <w:b w:val="0"/>
        </w:rPr>
        <w:t>povolení záměru dle zákona č. 283/2021 Sb., stavební zákon, účinného od 1. 1. 2024 (dále jen „NSZ“),</w:t>
      </w:r>
      <w:r w:rsidRPr="0067217B">
        <w:rPr>
          <w:rStyle w:val="Tun"/>
        </w:rPr>
        <w:t xml:space="preserve"> </w:t>
      </w:r>
      <w:r w:rsidRPr="0067217B" w:rsidDel="00FB05B2">
        <w:t>včetně notifikace autorizovanou osobou, zajištění výkonu Autorského dozoru při zhotovení stavby a činností koordinátora BOZP při práci na staveništi ve fázi přípravy včetně zpracování plánu BOZP na staveništi a manuálu údržby.</w:t>
      </w:r>
    </w:p>
    <w:p w14:paraId="288D39CC" w14:textId="77777777" w:rsidR="00F57602" w:rsidRPr="0067217B" w:rsidDel="00FB05B2" w:rsidRDefault="00F57602" w:rsidP="00F57602">
      <w:pPr>
        <w:pStyle w:val="Odstavec1-1a"/>
      </w:pPr>
      <w:r w:rsidRPr="0067217B" w:rsidDel="00FB05B2">
        <w:rPr>
          <w:rStyle w:val="Tun"/>
        </w:rPr>
        <w:t>Zpracování a podání žádosti o</w:t>
      </w:r>
      <w:r w:rsidRPr="0067217B" w:rsidDel="00FB05B2">
        <w:t xml:space="preserve"> </w:t>
      </w:r>
      <w:r w:rsidRPr="0067217B" w:rsidDel="00FB05B2">
        <w:rPr>
          <w:rStyle w:val="Tun"/>
        </w:rPr>
        <w:t xml:space="preserve">vydání </w:t>
      </w:r>
      <w:r w:rsidRPr="0067217B">
        <w:rPr>
          <w:rStyle w:val="Tun"/>
        </w:rPr>
        <w:t xml:space="preserve">povolení záměru </w:t>
      </w:r>
      <w:r w:rsidRPr="0067217B">
        <w:rPr>
          <w:rStyle w:val="Tun"/>
          <w:b w:val="0"/>
        </w:rPr>
        <w:t>dle NSZ</w:t>
      </w:r>
      <w:r w:rsidRPr="0067217B">
        <w:t xml:space="preserve">, </w:t>
      </w:r>
      <w:r w:rsidRPr="0067217B" w:rsidDel="00FB05B2">
        <w:t xml:space="preserve">včetně všech vyžadovaných podkladů, jejímž výsledkem bude vydání </w:t>
      </w:r>
      <w:r w:rsidRPr="0067217B">
        <w:t>povolení záměru</w:t>
      </w:r>
      <w:r w:rsidRPr="0067217B" w:rsidDel="00FB05B2">
        <w:t>. Zhotovitel bude spolupracovat při vydání příslušných rozhodnutí do nabytí jejich právní moci (v</w:t>
      </w:r>
      <w:r w:rsidRPr="0067217B">
        <w:t> </w:t>
      </w:r>
      <w:r w:rsidRPr="0067217B" w:rsidDel="00FB05B2">
        <w:t>případě odevzdání neúplné žádosti, přerušení z důvodů chybějících nebo vadně zpracovaných podkladů se jedná o vadu Díla).</w:t>
      </w:r>
    </w:p>
    <w:p w14:paraId="32E25EFF" w14:textId="77777777" w:rsidR="00BF58D1" w:rsidRPr="0067217B" w:rsidRDefault="00BF58D1" w:rsidP="002B1F20">
      <w:pPr>
        <w:pStyle w:val="Odstavec1-1a"/>
      </w:pPr>
      <w:r w:rsidRPr="0067217B" w:rsidDel="00FB05B2">
        <w:rPr>
          <w:b/>
        </w:rPr>
        <w:t>Zhotovení Projektové d</w:t>
      </w:r>
      <w:r w:rsidRPr="0067217B" w:rsidDel="00FB05B2">
        <w:rPr>
          <w:rStyle w:val="Tun"/>
        </w:rPr>
        <w:t>okumentace pro provádění stavby</w:t>
      </w:r>
      <w:r w:rsidRPr="0067217B" w:rsidDel="00FB05B2">
        <w:t>, která rozpracuje a vymezí požadavky na stavbu do podrobností, které specifikují předmět Díla v takovém rozsahu, aby byla podkladem pro výběrové řízení na zhotovení stavby,</w:t>
      </w:r>
    </w:p>
    <w:p w14:paraId="40ED4F9A" w14:textId="77777777" w:rsidR="007F35C7" w:rsidRPr="0067217B" w:rsidDel="00FB05B2" w:rsidRDefault="007F35C7" w:rsidP="007F35C7">
      <w:pPr>
        <w:pStyle w:val="Odstavec1-1a"/>
        <w:rPr>
          <w:b/>
          <w:bCs/>
        </w:rPr>
      </w:pPr>
      <w:r w:rsidRPr="0067217B">
        <w:rPr>
          <w:b/>
          <w:bCs/>
        </w:rPr>
        <w:t xml:space="preserve">Výkon Dozoru projektanta. </w:t>
      </w:r>
    </w:p>
    <w:p w14:paraId="44B808CE" w14:textId="77777777" w:rsidR="00795D15" w:rsidRPr="0067217B" w:rsidDel="00FB05B2" w:rsidRDefault="00795D15" w:rsidP="00795D15">
      <w:pPr>
        <w:pStyle w:val="Text2-1"/>
      </w:pPr>
      <w:r w:rsidRPr="0067217B" w:rsidDel="00FB05B2">
        <w:rPr>
          <w:rStyle w:val="Tun-ZRUIT"/>
        </w:rPr>
        <w:t>Dále uváděný pojem „</w:t>
      </w:r>
      <w:r w:rsidRPr="0067217B" w:rsidDel="00FB05B2">
        <w:rPr>
          <w:rStyle w:val="Tun"/>
        </w:rPr>
        <w:t>Dokumentace</w:t>
      </w:r>
      <w:r w:rsidRPr="0067217B" w:rsidDel="00FB05B2">
        <w:rPr>
          <w:rStyle w:val="Tun-ZRUIT"/>
        </w:rPr>
        <w:t>“ v těchto ZTP se rozumí zpracování příslušného stupně dokumentace / projektové dokumentace dle povahy Díla.</w:t>
      </w:r>
    </w:p>
    <w:p w14:paraId="63369EE0" w14:textId="412583DB" w:rsidR="002B1F20" w:rsidRPr="0067217B" w:rsidDel="00FB05B2" w:rsidRDefault="002B1F20" w:rsidP="002B1F20">
      <w:pPr>
        <w:pStyle w:val="Text2-1"/>
      </w:pPr>
      <w:r w:rsidRPr="0067217B" w:rsidDel="00FB05B2">
        <w:t xml:space="preserve">Cílem díla </w:t>
      </w:r>
      <w:r w:rsidR="003F2BC6" w:rsidRPr="0067217B">
        <w:t xml:space="preserve">je zřízení </w:t>
      </w:r>
      <w:r w:rsidR="00921298">
        <w:t>bezbariérového přístupu nástupiště</w:t>
      </w:r>
      <w:r w:rsidR="003F2BC6" w:rsidRPr="0067217B">
        <w:t xml:space="preserve"> a zvýšení nástupní hrany na 550 mm nad TK</w:t>
      </w:r>
      <w:r w:rsidR="00EA5162" w:rsidRPr="0067217B">
        <w:t xml:space="preserve"> na zastávce Nová Paka město.</w:t>
      </w:r>
    </w:p>
    <w:p w14:paraId="2F35021D" w14:textId="77777777" w:rsidR="00736ED5" w:rsidRPr="0067217B" w:rsidRDefault="00736ED5" w:rsidP="00E46BF0">
      <w:pPr>
        <w:pStyle w:val="Nadpis2-2"/>
      </w:pPr>
      <w:bookmarkStart w:id="7" w:name="_Toc158708239"/>
      <w:r w:rsidRPr="0067217B">
        <w:t xml:space="preserve">Rozsah a členění </w:t>
      </w:r>
      <w:r w:rsidR="00E46BF0" w:rsidRPr="0067217B">
        <w:t>D</w:t>
      </w:r>
      <w:r w:rsidRPr="0067217B">
        <w:t>okumentace</w:t>
      </w:r>
      <w:bookmarkEnd w:id="7"/>
      <w:r w:rsidRPr="0067217B">
        <w:t xml:space="preserve"> </w:t>
      </w:r>
    </w:p>
    <w:p w14:paraId="5B088871" w14:textId="77777777" w:rsidR="00736ED5" w:rsidRPr="0067217B" w:rsidRDefault="007258F3" w:rsidP="002B1F20">
      <w:pPr>
        <w:pStyle w:val="Text2-1"/>
      </w:pPr>
      <w:r w:rsidRPr="0067217B">
        <w:t xml:space="preserve">Zpracování </w:t>
      </w:r>
      <w:r w:rsidRPr="0067217B">
        <w:rPr>
          <w:b/>
        </w:rPr>
        <w:t>ekonomického hodnocení</w:t>
      </w:r>
      <w:r w:rsidRPr="0067217B">
        <w:t xml:space="preserve"> bude provedeno podle platné rezortní metodiky pro hodnocení ekonomické efektivnosti projektů dopravních staveb a dalších platných pokynů MD a SŽ.</w:t>
      </w:r>
    </w:p>
    <w:p w14:paraId="7F0556F7" w14:textId="77777777" w:rsidR="00F57602" w:rsidRPr="0067217B" w:rsidRDefault="00F57602" w:rsidP="00F57602">
      <w:pPr>
        <w:pStyle w:val="Text2-1"/>
      </w:pPr>
      <w:r w:rsidRPr="0067217B">
        <w:rPr>
          <w:rStyle w:val="Tun"/>
        </w:rPr>
        <w:t>Dokumentace ve stupni DUSP</w:t>
      </w:r>
      <w:r w:rsidRPr="0067217B">
        <w:t xml:space="preserve"> bude zpracována v členění a rozsahu přílohy č. 10 vyhlášky č. 499/2006 Sb., o dokumentaci staveb, v platném znění (dále „vyhláška č. 499/2006 Sb.“), která bude použita jako dokumentace pro vydání povolení záměru dle NSZ. Pro potřeby projednání, zejména v rámci Správy železnic, státní organizace (dále jen „SŽ“), Zhotovitel použije pro zpracování přílohu P5 směrnice SŽ SM011, Dokumentace staveb Správy železnic, státní organizace, (dále jen „SŽ SM011“).</w:t>
      </w:r>
    </w:p>
    <w:p w14:paraId="0AE63E44" w14:textId="77777777" w:rsidR="00F57602" w:rsidRPr="0067217B" w:rsidRDefault="00F57602" w:rsidP="00F57602">
      <w:pPr>
        <w:pStyle w:val="Text2-1"/>
      </w:pPr>
      <w:r w:rsidRPr="0067217B">
        <w:rPr>
          <w:rStyle w:val="Tun"/>
        </w:rPr>
        <w:t>Dokumentace ve stupni PDPS</w:t>
      </w:r>
      <w:r w:rsidRPr="0067217B">
        <w:t xml:space="preserve"> bude zpracována v členění a rozsahu přílohy č. 4 vyhlášky č. 146/2008 Sb. o rozsahu a obsahu projektové dokumentace dopravních staveb, v platném znění (dále „vyhláška 146/2008 Sb.“). V případě, že bude před zahájením prací na PDPS již vydána prováděcí vyhláška pro PDPS dle NSZ, bude PDPS zpracována dle nové vyhlášky. Pro potřeby projednání, zejména v rámci SŽ, Zhotovitel použije pro zpracování přílohu P7 směrnice SŽ SM011.</w:t>
      </w:r>
    </w:p>
    <w:p w14:paraId="589CB84E" w14:textId="05844153" w:rsidR="00EC5AC0" w:rsidRPr="0067217B" w:rsidRDefault="00EC5AC0" w:rsidP="00EC5AC0">
      <w:pPr>
        <w:pStyle w:val="Text2-1"/>
      </w:pPr>
      <w:r w:rsidRPr="0067217B">
        <w:t>Součástí plnění je i zajištění geodetické dokumentace stavby, geodetických a mapových podkladů, zajištění zpracování veškerých potřebných průzkumů (</w:t>
      </w:r>
      <w:r w:rsidR="003D598B" w:rsidRPr="0067217B">
        <w:t>inženýrskogeologický, stavebně</w:t>
      </w:r>
      <w:r w:rsidRPr="0067217B">
        <w:t xml:space="preserve"> technický, korozní atd.) nezbytných k návrhu technického řešení.</w:t>
      </w:r>
    </w:p>
    <w:p w14:paraId="4F06F600" w14:textId="0AD7466F" w:rsidR="003D598B" w:rsidRDefault="003D598B" w:rsidP="00B62201">
      <w:pPr>
        <w:pStyle w:val="Text2-1"/>
      </w:pPr>
      <w:r w:rsidRPr="0067217B">
        <w:t>Oba stupně dokumentace (DUSP a PDPS) budou projednány a odsouhlaseny společně.</w:t>
      </w:r>
    </w:p>
    <w:p w14:paraId="399AB334" w14:textId="77777777" w:rsidR="00336840" w:rsidRDefault="00336840" w:rsidP="00336840">
      <w:pPr>
        <w:pStyle w:val="Text2-1"/>
        <w:numPr>
          <w:ilvl w:val="0"/>
          <w:numId w:val="0"/>
        </w:numPr>
        <w:ind w:left="737"/>
      </w:pPr>
    </w:p>
    <w:p w14:paraId="258D032E" w14:textId="77777777" w:rsidR="00336840" w:rsidRDefault="00336840" w:rsidP="00336840">
      <w:pPr>
        <w:pStyle w:val="Text2-1"/>
        <w:numPr>
          <w:ilvl w:val="0"/>
          <w:numId w:val="0"/>
        </w:numPr>
        <w:ind w:left="737"/>
      </w:pPr>
    </w:p>
    <w:p w14:paraId="62F485E3" w14:textId="77777777" w:rsidR="00336840" w:rsidRDefault="00336840" w:rsidP="00336840">
      <w:pPr>
        <w:pStyle w:val="Text2-1"/>
        <w:numPr>
          <w:ilvl w:val="0"/>
          <w:numId w:val="0"/>
        </w:numPr>
        <w:ind w:left="737"/>
      </w:pPr>
    </w:p>
    <w:p w14:paraId="1EA632E0" w14:textId="77777777" w:rsidR="00336840" w:rsidRPr="0067217B" w:rsidRDefault="00336840" w:rsidP="00336840">
      <w:pPr>
        <w:pStyle w:val="Text2-1"/>
        <w:numPr>
          <w:ilvl w:val="0"/>
          <w:numId w:val="0"/>
        </w:numPr>
        <w:ind w:left="737"/>
      </w:pPr>
    </w:p>
    <w:p w14:paraId="1F3158E5" w14:textId="66F70E97" w:rsidR="00FD501F" w:rsidRPr="0067217B" w:rsidRDefault="00FD501F" w:rsidP="003066C8">
      <w:pPr>
        <w:pStyle w:val="Nadpis2-2"/>
      </w:pPr>
      <w:bookmarkStart w:id="8" w:name="_Toc158708240"/>
      <w:r w:rsidRPr="0067217B">
        <w:lastRenderedPageBreak/>
        <w:t>Umístění stavby</w:t>
      </w:r>
      <w:bookmarkEnd w:id="8"/>
    </w:p>
    <w:p w14:paraId="432C03EF" w14:textId="12F2B42F" w:rsidR="00FD501F" w:rsidRPr="0067217B" w:rsidRDefault="00FD501F" w:rsidP="00474234">
      <w:pPr>
        <w:pStyle w:val="Text2-1"/>
      </w:pPr>
      <w:r w:rsidRPr="0067217B">
        <w:t xml:space="preserve">Stavba bude probíhat na trati </w:t>
      </w:r>
      <w:r w:rsidR="00AA64B5" w:rsidRPr="0067217B">
        <w:t xml:space="preserve">Chlumec nad Cidlinou – Trutnov střed – </w:t>
      </w:r>
      <w:proofErr w:type="spellStart"/>
      <w:r w:rsidR="00AA64B5" w:rsidRPr="0067217B">
        <w:t>odb</w:t>
      </w:r>
      <w:proofErr w:type="spellEnd"/>
      <w:r w:rsidR="00AA64B5" w:rsidRPr="0067217B">
        <w:t>. Poříčí</w:t>
      </w:r>
    </w:p>
    <w:p w14:paraId="0A9FD140" w14:textId="77777777" w:rsidR="00130BE1" w:rsidRPr="0067217B" w:rsidRDefault="00F04AD9" w:rsidP="006823F1">
      <w:pPr>
        <w:pStyle w:val="TabulkaNadpis"/>
      </w:pPr>
      <w:r w:rsidRPr="0067217B"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130BE1" w:rsidRPr="0067217B" w14:paraId="1FB7FE19" w14:textId="77777777" w:rsidTr="00342D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302B4D88" w14:textId="77777777" w:rsidR="00130BE1" w:rsidRPr="0067217B" w:rsidRDefault="00F04AD9" w:rsidP="006823F1">
            <w:pPr>
              <w:pStyle w:val="Tabulka-7"/>
            </w:pPr>
            <w:r w:rsidRPr="0067217B">
              <w:t>Označení (S-kód)</w:t>
            </w:r>
          </w:p>
        </w:tc>
        <w:tc>
          <w:tcPr>
            <w:tcW w:w="3968" w:type="dxa"/>
          </w:tcPr>
          <w:p w14:paraId="084A269D" w14:textId="241DBD2F" w:rsidR="00130BE1" w:rsidRPr="0067217B" w:rsidRDefault="00AA64B5" w:rsidP="00342D8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S622300140</w:t>
            </w:r>
          </w:p>
        </w:tc>
      </w:tr>
      <w:tr w:rsidR="00130BE1" w:rsidRPr="0067217B" w14:paraId="18F53220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09BCD3C" w14:textId="77777777" w:rsidR="00130BE1" w:rsidRPr="0067217B" w:rsidRDefault="004747FD" w:rsidP="00852433">
            <w:pPr>
              <w:pStyle w:val="Tabulka-7"/>
            </w:pPr>
            <w:r w:rsidRPr="0067217B">
              <w:t>Kraj</w:t>
            </w:r>
          </w:p>
        </w:tc>
        <w:tc>
          <w:tcPr>
            <w:tcW w:w="3968" w:type="dxa"/>
          </w:tcPr>
          <w:p w14:paraId="241D73EE" w14:textId="3BF5AA2A" w:rsidR="00130BE1" w:rsidRPr="0067217B" w:rsidRDefault="003F2BC6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Královehradecký</w:t>
            </w:r>
          </w:p>
        </w:tc>
      </w:tr>
      <w:tr w:rsidR="00130BE1" w:rsidRPr="0067217B" w14:paraId="4E1997F9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190C61A" w14:textId="77777777" w:rsidR="00130BE1" w:rsidRPr="0067217B" w:rsidRDefault="004747FD" w:rsidP="00852433">
            <w:pPr>
              <w:pStyle w:val="Tabulka-7"/>
            </w:pPr>
            <w:r w:rsidRPr="0067217B">
              <w:t>Okres</w:t>
            </w:r>
          </w:p>
        </w:tc>
        <w:tc>
          <w:tcPr>
            <w:tcW w:w="3968" w:type="dxa"/>
          </w:tcPr>
          <w:p w14:paraId="7A0C8A11" w14:textId="395AA7CB" w:rsidR="00130BE1" w:rsidRPr="0067217B" w:rsidRDefault="003D1690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Jičín</w:t>
            </w:r>
          </w:p>
        </w:tc>
      </w:tr>
      <w:tr w:rsidR="00130BE1" w:rsidRPr="0067217B" w14:paraId="58BABEDE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6E81794" w14:textId="77777777" w:rsidR="00130BE1" w:rsidRPr="0067217B" w:rsidRDefault="004747FD" w:rsidP="00852433">
            <w:pPr>
              <w:pStyle w:val="Tabulka-7"/>
            </w:pPr>
            <w:r w:rsidRPr="0067217B">
              <w:t>Katastrální území</w:t>
            </w:r>
          </w:p>
        </w:tc>
        <w:tc>
          <w:tcPr>
            <w:tcW w:w="3968" w:type="dxa"/>
          </w:tcPr>
          <w:p w14:paraId="50DD66BA" w14:textId="685020B0" w:rsidR="00130BE1" w:rsidRPr="0067217B" w:rsidRDefault="003D1690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Nová Paka</w:t>
            </w:r>
          </w:p>
        </w:tc>
      </w:tr>
      <w:tr w:rsidR="00130BE1" w:rsidRPr="0067217B" w14:paraId="4D2C7189" w14:textId="77777777" w:rsidTr="00342D8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F392790" w14:textId="77777777" w:rsidR="00130BE1" w:rsidRPr="0067217B" w:rsidRDefault="004747FD" w:rsidP="00342D89">
            <w:pPr>
              <w:pStyle w:val="Tabulka-7"/>
            </w:pPr>
            <w:r w:rsidRPr="0067217B">
              <w:t>Správce</w:t>
            </w:r>
          </w:p>
        </w:tc>
        <w:tc>
          <w:tcPr>
            <w:tcW w:w="3968" w:type="dxa"/>
          </w:tcPr>
          <w:p w14:paraId="1EAF7BC8" w14:textId="5E715ADE" w:rsidR="00130BE1" w:rsidRPr="0067217B" w:rsidRDefault="007E34EC" w:rsidP="00342D89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OŘ Hradec Králové</w:t>
            </w:r>
          </w:p>
        </w:tc>
      </w:tr>
    </w:tbl>
    <w:p w14:paraId="5D50EEC9" w14:textId="77777777" w:rsidR="00D65185" w:rsidRPr="0067217B" w:rsidRDefault="00336A6A" w:rsidP="00D11029">
      <w:pPr>
        <w:pStyle w:val="TabulkaNadpis"/>
      </w:pPr>
      <w:r w:rsidRPr="0067217B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B650AB" w:rsidRPr="0067217B" w14:paraId="0D021D35" w14:textId="77777777" w:rsidTr="004B7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4E57083" w14:textId="77777777" w:rsidR="00B650AB" w:rsidRPr="0067217B" w:rsidRDefault="00B650AB" w:rsidP="003D4852">
            <w:pPr>
              <w:pStyle w:val="Tabulka-7"/>
            </w:pPr>
            <w:r w:rsidRPr="0067217B">
              <w:t>Kategorie dráhy podle zákona č. 266/1994 Sb.</w:t>
            </w:r>
          </w:p>
        </w:tc>
        <w:tc>
          <w:tcPr>
            <w:tcW w:w="3968" w:type="dxa"/>
          </w:tcPr>
          <w:p w14:paraId="7119FCBF" w14:textId="71E10B89" w:rsidR="00B650AB" w:rsidRPr="0067217B" w:rsidRDefault="003F2BC6" w:rsidP="003D485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Celostátní</w:t>
            </w:r>
          </w:p>
        </w:tc>
      </w:tr>
      <w:tr w:rsidR="00B650AB" w:rsidRPr="0067217B" w14:paraId="3FC55082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5272A6F" w14:textId="77777777" w:rsidR="00B650AB" w:rsidRPr="0067217B" w:rsidRDefault="00B650AB" w:rsidP="003D4852">
            <w:pPr>
              <w:pStyle w:val="Tabulka-7"/>
            </w:pPr>
            <w:r w:rsidRPr="0067217B">
              <w:t>Kategorie dráhy podle TSI INF</w:t>
            </w:r>
          </w:p>
        </w:tc>
        <w:tc>
          <w:tcPr>
            <w:tcW w:w="3968" w:type="dxa"/>
          </w:tcPr>
          <w:p w14:paraId="6A93B64B" w14:textId="02D352CF" w:rsidR="00B650AB" w:rsidRPr="0067217B" w:rsidRDefault="005F5945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TSI INF-N – F</w:t>
            </w:r>
            <w:r w:rsidR="00AA64B5" w:rsidRPr="0067217B">
              <w:t>3</w:t>
            </w:r>
            <w:r w:rsidRPr="0067217B">
              <w:t>, TSI INF – O – P</w:t>
            </w:r>
            <w:r w:rsidR="00AA64B5" w:rsidRPr="0067217B">
              <w:t>5</w:t>
            </w:r>
          </w:p>
        </w:tc>
      </w:tr>
      <w:tr w:rsidR="00B650AB" w:rsidRPr="0067217B" w14:paraId="26BD1F3F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FAE6F56" w14:textId="77777777" w:rsidR="00B650AB" w:rsidRPr="0067217B" w:rsidRDefault="00B650AB" w:rsidP="003D4852">
            <w:pPr>
              <w:pStyle w:val="Tabulka-7"/>
            </w:pPr>
            <w:r w:rsidRPr="0067217B">
              <w:t>Součást sítě TEN-T</w:t>
            </w:r>
          </w:p>
        </w:tc>
        <w:tc>
          <w:tcPr>
            <w:tcW w:w="3968" w:type="dxa"/>
          </w:tcPr>
          <w:p w14:paraId="31F1DD22" w14:textId="4D1F6632" w:rsidR="00B650AB" w:rsidRPr="0067217B" w:rsidRDefault="00B650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NE</w:t>
            </w:r>
          </w:p>
        </w:tc>
      </w:tr>
      <w:tr w:rsidR="00B650AB" w:rsidRPr="0067217B" w14:paraId="354FCFED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06468B6" w14:textId="77777777" w:rsidR="00B650AB" w:rsidRPr="0067217B" w:rsidRDefault="00B650AB" w:rsidP="003D4852">
            <w:pPr>
              <w:pStyle w:val="Tabulka-7"/>
            </w:pPr>
            <w:r w:rsidRPr="0067217B">
              <w:t>Číslo trati podle Prohlášení o dráze</w:t>
            </w:r>
          </w:p>
        </w:tc>
        <w:tc>
          <w:tcPr>
            <w:tcW w:w="3968" w:type="dxa"/>
          </w:tcPr>
          <w:p w14:paraId="6711EA21" w14:textId="4B45ED3E" w:rsidR="00B650AB" w:rsidRPr="0067217B" w:rsidRDefault="003F2BC6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621</w:t>
            </w:r>
            <w:r w:rsidR="00E9171A" w:rsidRPr="0067217B">
              <w:t xml:space="preserve"> 00</w:t>
            </w:r>
          </w:p>
        </w:tc>
      </w:tr>
      <w:tr w:rsidR="00B650AB" w:rsidRPr="0067217B" w14:paraId="2B9EA66B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1E88C11" w14:textId="77777777" w:rsidR="00B650AB" w:rsidRPr="0067217B" w:rsidRDefault="00B650AB" w:rsidP="003D4852">
            <w:pPr>
              <w:pStyle w:val="Tabulka-7"/>
            </w:pPr>
            <w:r w:rsidRPr="0067217B">
              <w:t>Číslo trati podle nákresného jízdního řádu</w:t>
            </w:r>
          </w:p>
        </w:tc>
        <w:tc>
          <w:tcPr>
            <w:tcW w:w="3968" w:type="dxa"/>
          </w:tcPr>
          <w:p w14:paraId="61524144" w14:textId="7E2307BF" w:rsidR="00B650AB" w:rsidRPr="0067217B" w:rsidRDefault="003F2BC6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510A</w:t>
            </w:r>
          </w:p>
        </w:tc>
      </w:tr>
      <w:tr w:rsidR="00B650AB" w:rsidRPr="0067217B" w14:paraId="0D436647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063331D" w14:textId="77777777" w:rsidR="00B650AB" w:rsidRPr="0067217B" w:rsidRDefault="00B650AB" w:rsidP="003D4852">
            <w:pPr>
              <w:pStyle w:val="Tabulka-7"/>
            </w:pPr>
            <w:r w:rsidRPr="0067217B">
              <w:t>Číslo trati podle knižního jízdního řádu</w:t>
            </w:r>
          </w:p>
        </w:tc>
        <w:tc>
          <w:tcPr>
            <w:tcW w:w="3968" w:type="dxa"/>
          </w:tcPr>
          <w:p w14:paraId="78AC83A6" w14:textId="5B960514" w:rsidR="00B650AB" w:rsidRPr="0067217B" w:rsidRDefault="003F2BC6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040</w:t>
            </w:r>
          </w:p>
        </w:tc>
      </w:tr>
      <w:tr w:rsidR="00B650AB" w:rsidRPr="0067217B" w14:paraId="1287E767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DB7741A" w14:textId="77777777" w:rsidR="00B650AB" w:rsidRPr="0067217B" w:rsidRDefault="00B650AB" w:rsidP="003D4852">
            <w:pPr>
              <w:pStyle w:val="Tabulka-7"/>
            </w:pPr>
            <w:r w:rsidRPr="0067217B">
              <w:t>Číslo traťového a definičního úseku</w:t>
            </w:r>
          </w:p>
        </w:tc>
        <w:tc>
          <w:tcPr>
            <w:tcW w:w="3968" w:type="dxa"/>
          </w:tcPr>
          <w:p w14:paraId="31EE0022" w14:textId="2E4C3D67" w:rsidR="00B650AB" w:rsidRPr="0067217B" w:rsidRDefault="003F2BC6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1401</w:t>
            </w:r>
            <w:r w:rsidR="00AA64B5" w:rsidRPr="0067217B">
              <w:t>16</w:t>
            </w:r>
          </w:p>
        </w:tc>
      </w:tr>
      <w:tr w:rsidR="00B650AB" w:rsidRPr="0067217B" w14:paraId="7781215C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2C52619" w14:textId="77777777" w:rsidR="00B650AB" w:rsidRPr="0067217B" w:rsidRDefault="00B650AB" w:rsidP="003D4852">
            <w:pPr>
              <w:pStyle w:val="Tabulka-7"/>
            </w:pPr>
            <w:r w:rsidRPr="0067217B">
              <w:t>Traťová třída zatížení</w:t>
            </w:r>
          </w:p>
        </w:tc>
        <w:tc>
          <w:tcPr>
            <w:tcW w:w="3968" w:type="dxa"/>
          </w:tcPr>
          <w:p w14:paraId="60535217" w14:textId="1A39933F" w:rsidR="00B650AB" w:rsidRPr="0067217B" w:rsidRDefault="00690FF3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C</w:t>
            </w:r>
            <w:r w:rsidR="003F2BC6" w:rsidRPr="0067217B">
              <w:t>2</w:t>
            </w:r>
          </w:p>
        </w:tc>
      </w:tr>
      <w:tr w:rsidR="00B650AB" w:rsidRPr="0067217B" w14:paraId="522124F7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FE9B192" w14:textId="77777777" w:rsidR="00B650AB" w:rsidRPr="0067217B" w:rsidRDefault="00B650AB" w:rsidP="003D4852">
            <w:pPr>
              <w:pStyle w:val="Tabulka-7"/>
            </w:pPr>
            <w:r w:rsidRPr="0067217B">
              <w:t>Maximální traťová rychlost</w:t>
            </w:r>
          </w:p>
        </w:tc>
        <w:tc>
          <w:tcPr>
            <w:tcW w:w="3968" w:type="dxa"/>
          </w:tcPr>
          <w:p w14:paraId="334DFE4A" w14:textId="6369517C" w:rsidR="00B650AB" w:rsidRPr="0067217B" w:rsidRDefault="003F2BC6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8</w:t>
            </w:r>
            <w:r w:rsidR="00690FF3" w:rsidRPr="0067217B">
              <w:t>0 km/h</w:t>
            </w:r>
          </w:p>
        </w:tc>
      </w:tr>
      <w:tr w:rsidR="00B650AB" w:rsidRPr="0067217B" w14:paraId="1C689529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C93E787" w14:textId="77777777" w:rsidR="00B650AB" w:rsidRPr="0067217B" w:rsidRDefault="00B650AB" w:rsidP="003D4852">
            <w:pPr>
              <w:pStyle w:val="Tabulka-7"/>
            </w:pPr>
            <w:r w:rsidRPr="0067217B">
              <w:t>Trakční soustava</w:t>
            </w:r>
          </w:p>
        </w:tc>
        <w:tc>
          <w:tcPr>
            <w:tcW w:w="3968" w:type="dxa"/>
          </w:tcPr>
          <w:p w14:paraId="3126110B" w14:textId="4C40EFE1" w:rsidR="00B650AB" w:rsidRPr="0067217B" w:rsidRDefault="00E9171A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N</w:t>
            </w:r>
          </w:p>
        </w:tc>
      </w:tr>
      <w:tr w:rsidR="00B650AB" w:rsidRPr="0067217B" w14:paraId="156ECBC9" w14:textId="77777777" w:rsidTr="004B702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32F0847" w14:textId="77777777" w:rsidR="00B650AB" w:rsidRPr="0067217B" w:rsidRDefault="00B650AB" w:rsidP="003D4852">
            <w:pPr>
              <w:pStyle w:val="Tabulka-7"/>
            </w:pPr>
            <w:r w:rsidRPr="0067217B">
              <w:t>Počet traťových kolejí</w:t>
            </w:r>
          </w:p>
        </w:tc>
        <w:tc>
          <w:tcPr>
            <w:tcW w:w="3968" w:type="dxa"/>
          </w:tcPr>
          <w:p w14:paraId="6E5D8972" w14:textId="0EB5D96C" w:rsidR="00B650AB" w:rsidRPr="0067217B" w:rsidRDefault="00E9171A" w:rsidP="003D485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67217B">
              <w:t>1</w:t>
            </w:r>
          </w:p>
        </w:tc>
      </w:tr>
    </w:tbl>
    <w:p w14:paraId="568C8AC0" w14:textId="77777777" w:rsidR="001961F9" w:rsidRPr="0067217B" w:rsidRDefault="001961F9" w:rsidP="00592CFA">
      <w:pPr>
        <w:pStyle w:val="TextbezslBEZMEZER"/>
      </w:pPr>
    </w:p>
    <w:p w14:paraId="2C037D72" w14:textId="77777777" w:rsidR="00FD501F" w:rsidRPr="0067217B" w:rsidRDefault="00FD501F" w:rsidP="00B650AB">
      <w:pPr>
        <w:pStyle w:val="Nadpis2-1"/>
      </w:pPr>
      <w:bookmarkStart w:id="9" w:name="_Ref62628025"/>
      <w:bookmarkStart w:id="10" w:name="_Ref62628042"/>
      <w:bookmarkStart w:id="11" w:name="_Toc158708241"/>
      <w:r w:rsidRPr="0067217B">
        <w:t>PŘEHLED VÝCHOZÍCH PODKLADŮ</w:t>
      </w:r>
      <w:bookmarkEnd w:id="9"/>
      <w:bookmarkEnd w:id="10"/>
      <w:bookmarkEnd w:id="11"/>
    </w:p>
    <w:p w14:paraId="267F3E84" w14:textId="6C575B64" w:rsidR="008721B2" w:rsidRPr="0067217B" w:rsidRDefault="003D598B" w:rsidP="00E663C3">
      <w:pPr>
        <w:pStyle w:val="ZTPinfo-text"/>
        <w:rPr>
          <w:i w:val="0"/>
          <w:color w:val="auto"/>
        </w:rPr>
      </w:pPr>
      <w:r w:rsidRPr="0067217B">
        <w:rPr>
          <w:i w:val="0"/>
          <w:color w:val="auto"/>
        </w:rPr>
        <w:t>Neobsazeno.</w:t>
      </w:r>
    </w:p>
    <w:p w14:paraId="7A8E21F2" w14:textId="77777777" w:rsidR="00FD501F" w:rsidRPr="0067217B" w:rsidRDefault="00FD501F" w:rsidP="00475ECE">
      <w:pPr>
        <w:pStyle w:val="Nadpis2-1"/>
      </w:pPr>
      <w:bookmarkStart w:id="12" w:name="_Toc158708242"/>
      <w:r w:rsidRPr="0067217B">
        <w:t>KOORDINACE S JINÝMI STAVBAMI</w:t>
      </w:r>
      <w:bookmarkEnd w:id="12"/>
      <w:r w:rsidRPr="0067217B">
        <w:t xml:space="preserve"> </w:t>
      </w:r>
    </w:p>
    <w:p w14:paraId="5E13662C" w14:textId="77777777" w:rsidR="00921298" w:rsidRPr="00921298" w:rsidRDefault="00FD501F" w:rsidP="00921298">
      <w:pPr>
        <w:pStyle w:val="Nadpis2-2"/>
        <w:rPr>
          <w:b w:val="0"/>
          <w:sz w:val="18"/>
        </w:rPr>
      </w:pPr>
      <w:bookmarkStart w:id="13" w:name="_Toc157507660"/>
      <w:bookmarkStart w:id="14" w:name="_Toc158708243"/>
      <w:r w:rsidRPr="00921298">
        <w:rPr>
          <w:b w:val="0"/>
          <w:sz w:val="18"/>
        </w:rPr>
        <w:t xml:space="preserve">Součástí plnění předmětu díla je i zajištění koordinace s připravovanými, aktuálně zpracovávanými, investičními akcemi a stavbami již ve stádiu realizace, případně ve stádiu zahájení realizace v období provádění díla dle harmonogramu </w:t>
      </w:r>
      <w:r w:rsidR="00E9171A" w:rsidRPr="00921298">
        <w:rPr>
          <w:b w:val="0"/>
          <w:sz w:val="18"/>
        </w:rPr>
        <w:t>prací,</w:t>
      </w:r>
      <w:r w:rsidRPr="00921298">
        <w:rPr>
          <w:b w:val="0"/>
          <w:sz w:val="18"/>
        </w:rPr>
        <w:t xml:space="preserve"> a to i cizích investorů.</w:t>
      </w:r>
      <w:bookmarkEnd w:id="13"/>
      <w:bookmarkEnd w:id="14"/>
      <w:r w:rsidRPr="00921298">
        <w:rPr>
          <w:b w:val="0"/>
          <w:sz w:val="18"/>
        </w:rPr>
        <w:t xml:space="preserve"> </w:t>
      </w:r>
    </w:p>
    <w:p w14:paraId="308ADF4A" w14:textId="0E778D76" w:rsidR="00832B9D" w:rsidRPr="00921298" w:rsidRDefault="00017884" w:rsidP="00921298">
      <w:pPr>
        <w:pStyle w:val="Nadpis2-2"/>
        <w:rPr>
          <w:b w:val="0"/>
          <w:sz w:val="18"/>
        </w:rPr>
      </w:pPr>
      <w:bookmarkStart w:id="15" w:name="_Toc157507661"/>
      <w:bookmarkStart w:id="16" w:name="_Toc158708244"/>
      <w:r w:rsidRPr="00921298">
        <w:rPr>
          <w:b w:val="0"/>
          <w:sz w:val="18"/>
        </w:rPr>
        <w:t xml:space="preserve">V současné době nejsou v daném úseku plánovány </w:t>
      </w:r>
      <w:proofErr w:type="spellStart"/>
      <w:r w:rsidRPr="00921298">
        <w:rPr>
          <w:b w:val="0"/>
          <w:sz w:val="18"/>
        </w:rPr>
        <w:t>žádně</w:t>
      </w:r>
      <w:proofErr w:type="spellEnd"/>
      <w:r w:rsidRPr="00921298">
        <w:rPr>
          <w:b w:val="0"/>
          <w:sz w:val="18"/>
        </w:rPr>
        <w:t xml:space="preserve"> opravné ani investiční stavby, v případě změny bude zhotovitel investorem informován</w:t>
      </w:r>
      <w:r w:rsidR="00921298">
        <w:rPr>
          <w:b w:val="0"/>
          <w:sz w:val="18"/>
        </w:rPr>
        <w:t>.</w:t>
      </w:r>
      <w:bookmarkEnd w:id="15"/>
      <w:bookmarkEnd w:id="16"/>
    </w:p>
    <w:p w14:paraId="4F9A660E" w14:textId="77777777" w:rsidR="00FD501F" w:rsidRPr="0067217B" w:rsidRDefault="00FD501F" w:rsidP="00475ECE">
      <w:pPr>
        <w:pStyle w:val="Nadpis2-1"/>
      </w:pPr>
      <w:bookmarkStart w:id="17" w:name="_Toc158708245"/>
      <w:r w:rsidRPr="0067217B">
        <w:t xml:space="preserve">POŽADAVKY NA </w:t>
      </w:r>
      <w:r w:rsidR="00622893" w:rsidRPr="0067217B">
        <w:t>TECHNICKÉ ŘEŠENÍ A</w:t>
      </w:r>
      <w:r w:rsidR="002F7044" w:rsidRPr="0067217B">
        <w:t xml:space="preserve"> </w:t>
      </w:r>
      <w:r w:rsidRPr="0067217B">
        <w:t>PROVEDENÍ DÍLA</w:t>
      </w:r>
      <w:bookmarkEnd w:id="17"/>
    </w:p>
    <w:p w14:paraId="714A0EDC" w14:textId="77777777" w:rsidR="00FD501F" w:rsidRPr="0067217B" w:rsidRDefault="00FD501F" w:rsidP="00475ECE">
      <w:pPr>
        <w:pStyle w:val="Nadpis2-2"/>
      </w:pPr>
      <w:bookmarkStart w:id="18" w:name="_Toc158708246"/>
      <w:r w:rsidRPr="0067217B">
        <w:t>Všeobecně</w:t>
      </w:r>
      <w:bookmarkEnd w:id="18"/>
    </w:p>
    <w:p w14:paraId="5C9A2F9E" w14:textId="77777777" w:rsidR="00A729D6" w:rsidRPr="0067217B" w:rsidRDefault="00A729D6" w:rsidP="00A729D6">
      <w:pPr>
        <w:pStyle w:val="Text2-1"/>
      </w:pPr>
      <w:r w:rsidRPr="0067217B">
        <w:t xml:space="preserve">Zhotovitel zpracuje Dokumentaci v souladu s požadavky směrnice SŽ SM011. </w:t>
      </w:r>
    </w:p>
    <w:p w14:paraId="011AE5D3" w14:textId="0561CBA6" w:rsidR="00FD501F" w:rsidRPr="0067217B" w:rsidRDefault="00FD501F" w:rsidP="00475ECE">
      <w:pPr>
        <w:pStyle w:val="Text2-1"/>
      </w:pPr>
      <w:r w:rsidRPr="0067217B">
        <w:t xml:space="preserve">Zhotovitel díla zajistí důsledné plnění požadavků vyplývající z vyjádření dotčených orgánů a osob uvedených v dokladové části </w:t>
      </w:r>
      <w:r w:rsidR="00475ECE" w:rsidRPr="0067217B">
        <w:t xml:space="preserve">z předchozího stupně </w:t>
      </w:r>
      <w:r w:rsidRPr="0067217B">
        <w:t>dokumentace a</w:t>
      </w:r>
      <w:r w:rsidR="00317F02" w:rsidRPr="0067217B">
        <w:t> </w:t>
      </w:r>
      <w:r w:rsidRPr="0067217B">
        <w:t xml:space="preserve">související </w:t>
      </w:r>
      <w:r w:rsidR="000F045A" w:rsidRPr="0067217B">
        <w:t>dokumentace,</w:t>
      </w:r>
      <w:r w:rsidRPr="0067217B">
        <w:t xml:space="preserve"> a to ve vzájemné součinnosti a návaznosti.</w:t>
      </w:r>
    </w:p>
    <w:p w14:paraId="3BAB0EE6" w14:textId="77777777" w:rsidR="00F57602" w:rsidRPr="0067217B" w:rsidRDefault="00F57602" w:rsidP="00F57602">
      <w:pPr>
        <w:pStyle w:val="Text2-1"/>
      </w:pPr>
      <w:r w:rsidRPr="0067217B">
        <w:t xml:space="preserve">Odstavce 3.4.8, 3.4.15 a 3.4.17 ve VTP/DOKUMENTACE/06/23 se ruší a nahrazují se následujícími odstavci: </w:t>
      </w:r>
    </w:p>
    <w:p w14:paraId="2C6759AF" w14:textId="77777777" w:rsidR="00F57602" w:rsidRPr="0067217B" w:rsidRDefault="00F57602" w:rsidP="00F57602">
      <w:pPr>
        <w:pStyle w:val="Textbezslovn"/>
        <w:tabs>
          <w:tab w:val="left" w:pos="1701"/>
        </w:tabs>
        <w:ind w:left="1701" w:hanging="964"/>
      </w:pPr>
      <w:r w:rsidRPr="0067217B">
        <w:t xml:space="preserve">„3.4.8 </w:t>
      </w:r>
      <w:r w:rsidRPr="0067217B">
        <w:tab/>
      </w:r>
      <w:r w:rsidRPr="0067217B">
        <w:rPr>
          <w:b/>
        </w:rPr>
        <w:t>Součástí odevzdání Dokumentace ve stupni PDPS k připomínkovému řízení</w:t>
      </w:r>
      <w:r w:rsidRPr="0067217B">
        <w:t xml:space="preserve"> bude vždy oceněný Soupis prací s výkazem výměr v otevřené formě ve formátu *.XLSM nebo *.XLSX a v elektronické podobě ve formátu *.PDF (viz 3.4.19 těchto VTP) v rozsahu </w:t>
      </w:r>
      <w:proofErr w:type="gramStart"/>
      <w:r w:rsidRPr="0067217B">
        <w:t>a  podrobnostech</w:t>
      </w:r>
      <w:proofErr w:type="gramEnd"/>
      <w:r w:rsidRPr="0067217B">
        <w:t xml:space="preserve"> stanoveném vyhláškou 169/2016 Sb. [46] a Směrnicí SŽDC č. 20 [77].</w:t>
      </w:r>
    </w:p>
    <w:p w14:paraId="13E85708" w14:textId="77777777" w:rsidR="00F57602" w:rsidRPr="0067217B" w:rsidRDefault="00F57602" w:rsidP="00F57602">
      <w:pPr>
        <w:pStyle w:val="Textbezslovn"/>
        <w:tabs>
          <w:tab w:val="left" w:pos="1701"/>
        </w:tabs>
        <w:ind w:left="1701" w:hanging="964"/>
      </w:pPr>
      <w:r w:rsidRPr="0067217B">
        <w:lastRenderedPageBreak/>
        <w:t>3.4.15</w:t>
      </w:r>
      <w:r w:rsidRPr="0067217B">
        <w:tab/>
      </w:r>
      <w:r w:rsidRPr="0067217B">
        <w:rPr>
          <w:b/>
        </w:rPr>
        <w:t xml:space="preserve">Definitivní odevzdání oceněného a neoceněného Soupisu prací v Dokumentaci ve stupni PDPS proběhne v otevřené formě ve formátu *.XLSX </w:t>
      </w:r>
      <w:proofErr w:type="gramStart"/>
      <w:r w:rsidRPr="0067217B">
        <w:rPr>
          <w:b/>
        </w:rPr>
        <w:t>nebo*.XLSX</w:t>
      </w:r>
      <w:r w:rsidRPr="0067217B">
        <w:t xml:space="preserve">  a</w:t>
      </w:r>
      <w:proofErr w:type="gramEnd"/>
      <w:r w:rsidRPr="0067217B">
        <w:t xml:space="preserve"> v elektronické podobě v uzavřené formě ve formátu *.PDF (viz 3.4.19 těchto VTP). </w:t>
      </w:r>
    </w:p>
    <w:p w14:paraId="535F9A2F" w14:textId="77777777" w:rsidR="00F57602" w:rsidRPr="0067217B" w:rsidRDefault="00F57602" w:rsidP="00F57602">
      <w:pPr>
        <w:pStyle w:val="Textbezslovn"/>
        <w:tabs>
          <w:tab w:val="left" w:pos="1701"/>
        </w:tabs>
        <w:ind w:left="1701" w:hanging="964"/>
      </w:pPr>
      <w:r w:rsidRPr="0067217B">
        <w:t>3.4.17</w:t>
      </w:r>
      <w:r w:rsidRPr="0067217B">
        <w:tab/>
        <w:t xml:space="preserve">Zhotovitel se zavazuje k součinnosti s Objednatelem v probíhajícím zadávacím řízení na zhotovení stavby při řešení dodatečných informací, doplnění, či opravě Dokumentace ve stanovených lhůtách tak, aby nedošlo k posunu termínů podání nabídek. V případě potřeby úpravy Soupisu prací v probíhajícím zadávacím řízení na zhotovení stavby Zhotovitel odevzdá opravený Soupis prací Objednateli vždy v oceněné a neoceněné variantě v elektronické podobě v otevřené formě ve formátu *.XLSM nebo *XLSX a v elektronické podobě v uzavřené formě ve formátu *.PDF (viz 3.4.19 těchto VTP). Na základě těchto úprav v Soupisu prací provede Zhotovitel aktualizaci Dokumentace v rozsahu všech příloh, kterých se tyto změny týkají nejpozději před zahájením zhotovení stavby.“ </w:t>
      </w:r>
    </w:p>
    <w:p w14:paraId="72ED6D65" w14:textId="0CE7185C" w:rsidR="004542C0" w:rsidRPr="0067217B" w:rsidRDefault="004542C0" w:rsidP="004542C0">
      <w:pPr>
        <w:pStyle w:val="Text2-1"/>
      </w:pPr>
      <w:r w:rsidRPr="0067217B">
        <w:t>Zhotovitel nebude zpracovávat 3D vizualizace, 3D zákresy vizualizací do fotografií a</w:t>
      </w:r>
      <w:r w:rsidR="008A3E70" w:rsidRPr="0067217B">
        <w:t> </w:t>
      </w:r>
      <w:r w:rsidRPr="0067217B">
        <w:t xml:space="preserve">videokompozice dle kapitoly 9. Vizualizace, zákresy do fotografií a </w:t>
      </w:r>
      <w:r w:rsidR="003B675E" w:rsidRPr="0067217B">
        <w:t>videokompozice VTP</w:t>
      </w:r>
      <w:r w:rsidRPr="0067217B">
        <w:t>/DOKUMENTACE.</w:t>
      </w:r>
    </w:p>
    <w:p w14:paraId="045BA81B" w14:textId="77777777" w:rsidR="007172B0" w:rsidRPr="0067217B" w:rsidRDefault="007172B0" w:rsidP="00761767">
      <w:pPr>
        <w:pStyle w:val="Text2-1"/>
      </w:pPr>
      <w:r w:rsidRPr="0067217B">
        <w:t>Zhotovitel v</w:t>
      </w:r>
      <w:r w:rsidR="00466862" w:rsidRPr="0067217B">
        <w:t xml:space="preserve"> případě </w:t>
      </w:r>
      <w:r w:rsidRPr="0067217B">
        <w:t>jednání s provozovatelem distribuční soustavy GasNet, s.r.o. bude postupovat dle metodického postupu uzavřeného mezi SŽ a GasNet, s.r.o. Metodický postup bude poskytnut Objednatelem na vyžádání.</w:t>
      </w:r>
    </w:p>
    <w:p w14:paraId="593BA793" w14:textId="245D2808" w:rsidR="00EE5C7C" w:rsidRPr="0067217B" w:rsidRDefault="00EE5C7C" w:rsidP="00EE5C7C">
      <w:pPr>
        <w:pStyle w:val="Text2-1"/>
      </w:pPr>
      <w:r w:rsidRPr="0067217B">
        <w:t>Definitivní předání Dokumentace dle odst. 3.4.18 VTP/DOKUMENTACE/</w:t>
      </w:r>
      <w:r w:rsidR="00FC2DCD" w:rsidRPr="0067217B">
        <w:t>06/23</w:t>
      </w:r>
      <w:r w:rsidRPr="0067217B">
        <w:t xml:space="preserve"> proběhne na médiu: DVD. </w:t>
      </w:r>
    </w:p>
    <w:p w14:paraId="56B93EA9" w14:textId="173F1277" w:rsidR="002F7D63" w:rsidRPr="0067217B" w:rsidRDefault="00A2272A" w:rsidP="00216EB4">
      <w:pPr>
        <w:pStyle w:val="Text2-1"/>
      </w:pPr>
      <w:r w:rsidRPr="0067217B">
        <w:t>Zhotovitel zpracuje v</w:t>
      </w:r>
      <w:r w:rsidR="002F7D63" w:rsidRPr="0067217B">
        <w:t>azb</w:t>
      </w:r>
      <w:r w:rsidR="00EE5C7C" w:rsidRPr="0067217B">
        <w:t>u</w:t>
      </w:r>
      <w:r w:rsidR="002F7D63" w:rsidRPr="0067217B">
        <w:t xml:space="preserve"> na Jednotné záznamové prostředí železniční dopravní cesty (JZP ŽDC)</w:t>
      </w:r>
      <w:r w:rsidRPr="0067217B">
        <w:t xml:space="preserve">. </w:t>
      </w:r>
      <w:r w:rsidR="002F7D63" w:rsidRPr="0067217B">
        <w:t>Stavové informace (logy), doplňková data a záznamy zabezpečovacího, sdělovacího zařízení a DDTS budou ukládána v Jednotném záznamovém prostředí železniční dopravní cesty do vybraných užitných úložných oblastí (UÚO). Při</w:t>
      </w:r>
      <w:r w:rsidR="00EE5C7C" w:rsidRPr="0067217B">
        <w:t> </w:t>
      </w:r>
      <w:r w:rsidR="002F7D63" w:rsidRPr="0067217B">
        <w:t xml:space="preserve">návrhu vazby na JZP ŽDC bude postupováno dle dokumentu „Specifikace a zásady uchovávání a výměny dat mezi JZP a technologiemi ŽDC“ </w:t>
      </w:r>
      <w:r w:rsidR="00EE5C7C" w:rsidRPr="0067217B">
        <w:t xml:space="preserve">viz </w:t>
      </w:r>
      <w:r w:rsidR="002F7D63" w:rsidRPr="0067217B">
        <w:t xml:space="preserve">příloha č. </w:t>
      </w:r>
      <w:r w:rsidR="00EE5C7C" w:rsidRPr="0067217B">
        <w:fldChar w:fldCharType="begin"/>
      </w:r>
      <w:r w:rsidR="00EE5C7C" w:rsidRPr="0067217B">
        <w:instrText xml:space="preserve"> REF _Ref121495527 \r \h </w:instrText>
      </w:r>
      <w:r w:rsidR="00FC2DCD" w:rsidRPr="0067217B">
        <w:instrText xml:space="preserve"> \* MERGEFORMAT </w:instrText>
      </w:r>
      <w:r w:rsidR="00EE5C7C" w:rsidRPr="0067217B">
        <w:fldChar w:fldCharType="separate"/>
      </w:r>
      <w:r w:rsidR="00EC7C04">
        <w:t>7.1.2</w:t>
      </w:r>
      <w:r w:rsidR="00EE5C7C" w:rsidRPr="0067217B">
        <w:fldChar w:fldCharType="end"/>
      </w:r>
      <w:r w:rsidR="00EE5C7C" w:rsidRPr="0067217B">
        <w:t xml:space="preserve"> těchto ZTP</w:t>
      </w:r>
      <w:r w:rsidR="002F7D63" w:rsidRPr="0067217B">
        <w:t>.</w:t>
      </w:r>
    </w:p>
    <w:p w14:paraId="22BF8467" w14:textId="77777777" w:rsidR="00F57602" w:rsidRPr="0067217B" w:rsidRDefault="00F57602" w:rsidP="00F57602">
      <w:pPr>
        <w:pStyle w:val="Text2-1"/>
      </w:pPr>
      <w:r w:rsidRPr="0067217B">
        <w:t>V celém dokumentu VTP/DOKUMENTACE/06/23 se odkazy na „směrnici MD č. V-2/2012 [57]“ nahrazuji odkazem na „Pravidla [57]“. Odkaz [57] v článku 12.2 Platné obecně závazné právní předpisy, zákony a vyhlášky ČR ve VTP/DOKUMENTACE/06/23 se nahrazuje následujícím zněním: „[57] Pravidla pro postupy v průběhu přípravy investičních a neinvestičních akcí dopravní infrastruktury, financovaných bez účasti státního rozpočtu, čj.: MD-41709/2023-910/2, Prosinec 2023“.</w:t>
      </w:r>
    </w:p>
    <w:p w14:paraId="280A0833" w14:textId="77777777" w:rsidR="00AA64B5" w:rsidRPr="0067217B" w:rsidRDefault="00AA64B5" w:rsidP="00AA64B5">
      <w:pPr>
        <w:pStyle w:val="Nadpis2-2"/>
      </w:pPr>
      <w:bookmarkStart w:id="19" w:name="_Toc140056485"/>
      <w:bookmarkStart w:id="20" w:name="_Toc15649875"/>
      <w:bookmarkStart w:id="21" w:name="_Toc158708247"/>
      <w:r w:rsidRPr="0067217B">
        <w:t>Sdělovací zařízení</w:t>
      </w:r>
      <w:bookmarkEnd w:id="19"/>
      <w:bookmarkEnd w:id="21"/>
    </w:p>
    <w:p w14:paraId="23E9598E" w14:textId="77777777" w:rsidR="00AA64B5" w:rsidRPr="0067217B" w:rsidRDefault="00AA64B5" w:rsidP="00AA64B5">
      <w:pPr>
        <w:pStyle w:val="Text2-1"/>
        <w:rPr>
          <w:rStyle w:val="Tun"/>
        </w:rPr>
      </w:pPr>
      <w:r w:rsidRPr="0067217B">
        <w:rPr>
          <w:rStyle w:val="Tun"/>
        </w:rPr>
        <w:t xml:space="preserve">Popis stávajícího stavu </w:t>
      </w:r>
    </w:p>
    <w:p w14:paraId="30AF9ACF" w14:textId="77777777" w:rsidR="003D1D34" w:rsidRPr="0067217B" w:rsidRDefault="003D1D34" w:rsidP="003D1D34">
      <w:pPr>
        <w:pStyle w:val="Text2-2"/>
      </w:pPr>
      <w:r w:rsidRPr="0067217B">
        <w:t>V blízkosti nástupiště se nachází sdělovací kabely.</w:t>
      </w:r>
    </w:p>
    <w:p w14:paraId="28A7B7D0" w14:textId="77777777" w:rsidR="003D1D34" w:rsidRPr="0067217B" w:rsidRDefault="003D1D34" w:rsidP="003D1D34">
      <w:pPr>
        <w:pStyle w:val="Text2-2"/>
      </w:pPr>
      <w:r w:rsidRPr="0067217B">
        <w:t xml:space="preserve">Při rekonstrukci budovy v roce 2021, v předchozí stavbě, došlo k částečné rekonstrukci sdělovacích zařízení. Při rekonstrukci byl vyměněn systém JČ za elektronické hodiny EH81 s DCF, osazeny venkovní oboustranné hodiny v korporátním provedení a dvoje vnitřní hodiny. Dále systém PZTS </w:t>
      </w:r>
      <w:proofErr w:type="spellStart"/>
      <w:r w:rsidRPr="0067217B">
        <w:t>Staralarm</w:t>
      </w:r>
      <w:proofErr w:type="spellEnd"/>
      <w:r w:rsidRPr="0067217B">
        <w:t>, s prvky ZPDP, je umístěn v TD přejezdového zařízení a v služební místnosti budovy zastávky.</w:t>
      </w:r>
    </w:p>
    <w:p w14:paraId="5BD2BB28" w14:textId="6F04DD39" w:rsidR="003D1D34" w:rsidRDefault="003D1D34" w:rsidP="003D1D34">
      <w:pPr>
        <w:pStyle w:val="Text2-2"/>
      </w:pPr>
      <w:r w:rsidRPr="0067217B">
        <w:t xml:space="preserve">Vedle budovy zastávky je outdoorová skříň </w:t>
      </w:r>
      <w:proofErr w:type="spellStart"/>
      <w:r w:rsidRPr="0067217B">
        <w:t>Conteq</w:t>
      </w:r>
      <w:proofErr w:type="spellEnd"/>
      <w:r w:rsidRPr="0067217B">
        <w:t xml:space="preserve"> s temperováním vnitřního prostoru sdělovacího zařízení. Informační zařízení je tvořeno IP rozhlasovou ústřednou </w:t>
      </w:r>
      <w:proofErr w:type="spellStart"/>
      <w:r w:rsidRPr="0067217B">
        <w:t>Dcom</w:t>
      </w:r>
      <w:proofErr w:type="spellEnd"/>
      <w:r w:rsidRPr="0067217B">
        <w:t xml:space="preserve"> IP 60 s 3 venkovními tlakovými reproduktory na fasádě zastávky. Všechny sdělovací technologie jsou integrovány do dálkové diagnostiky DDTS.</w:t>
      </w:r>
    </w:p>
    <w:p w14:paraId="7D022982" w14:textId="77777777" w:rsidR="00336840" w:rsidRDefault="00336840" w:rsidP="00336840">
      <w:pPr>
        <w:pStyle w:val="Text2-2"/>
        <w:numPr>
          <w:ilvl w:val="0"/>
          <w:numId w:val="0"/>
        </w:numPr>
        <w:ind w:left="1701"/>
      </w:pPr>
    </w:p>
    <w:p w14:paraId="5EBFC373" w14:textId="77777777" w:rsidR="00336840" w:rsidRDefault="00336840" w:rsidP="00336840">
      <w:pPr>
        <w:pStyle w:val="Text2-2"/>
        <w:numPr>
          <w:ilvl w:val="0"/>
          <w:numId w:val="0"/>
        </w:numPr>
        <w:ind w:left="1701"/>
      </w:pPr>
    </w:p>
    <w:p w14:paraId="4317F67D" w14:textId="77777777" w:rsidR="00336840" w:rsidRPr="0067217B" w:rsidRDefault="00336840" w:rsidP="00336840">
      <w:pPr>
        <w:pStyle w:val="Text2-2"/>
        <w:numPr>
          <w:ilvl w:val="0"/>
          <w:numId w:val="0"/>
        </w:numPr>
        <w:ind w:left="1701"/>
      </w:pPr>
    </w:p>
    <w:p w14:paraId="65C29760" w14:textId="77777777" w:rsidR="00AA64B5" w:rsidRPr="0067217B" w:rsidRDefault="00AA64B5" w:rsidP="00AA64B5">
      <w:pPr>
        <w:pStyle w:val="Text2-1"/>
        <w:rPr>
          <w:rStyle w:val="Tun"/>
        </w:rPr>
      </w:pPr>
      <w:r w:rsidRPr="0067217B">
        <w:rPr>
          <w:rStyle w:val="Tun"/>
        </w:rPr>
        <w:lastRenderedPageBreak/>
        <w:t xml:space="preserve">Požadavky na nový stav </w:t>
      </w:r>
    </w:p>
    <w:p w14:paraId="1CF1603A" w14:textId="77777777" w:rsidR="003D1D34" w:rsidRPr="0067217B" w:rsidRDefault="003D1D34" w:rsidP="003D1D34">
      <w:pPr>
        <w:pStyle w:val="Text2-2"/>
      </w:pPr>
      <w:r w:rsidRPr="0067217B">
        <w:t>Při rekonstrukci nástupiště dojde k výměně stožárů osvětlení, požadujeme dodržet VL Ž17.3 případně Ž17.2, s umístěním sdělovacích technologií na sdružené stožáry v celé délce nástupiště. Včetně nové kabelové trasy a chrániček.</w:t>
      </w:r>
    </w:p>
    <w:p w14:paraId="5ADE9A79" w14:textId="7C8E1901" w:rsidR="00B26F69" w:rsidRPr="0067217B" w:rsidRDefault="00B26F69" w:rsidP="00B26F69">
      <w:pPr>
        <w:pStyle w:val="Text2-2"/>
      </w:pPr>
      <w:r w:rsidRPr="0067217B">
        <w:t>Budou doplněny rozhlasové reproduktory na celou délku nástupiště.</w:t>
      </w:r>
    </w:p>
    <w:p w14:paraId="38A2A0CC" w14:textId="46E186C5" w:rsidR="00B26F69" w:rsidRPr="0067217B" w:rsidRDefault="00B26F69" w:rsidP="00B26F69">
      <w:pPr>
        <w:pStyle w:val="Text2-2"/>
      </w:pPr>
      <w:r w:rsidRPr="0067217B">
        <w:t>Zastávka je zařazena do kategorie D dle SM122. V této kategorii bude zastávka vybavena odjezdovou tabulí (monitorem) ve zkrácené verzi dle SM 118 případně i nástupištní tabule.</w:t>
      </w:r>
    </w:p>
    <w:p w14:paraId="205169C0" w14:textId="50759A9B" w:rsidR="00B26F69" w:rsidRPr="0067217B" w:rsidRDefault="00B26F69" w:rsidP="00B26F69">
      <w:pPr>
        <w:pStyle w:val="Text2-2"/>
      </w:pPr>
      <w:r w:rsidRPr="0067217B">
        <w:t xml:space="preserve">Vzhledem k vyšší frekvenci cestujících a blízké městské zástavbě požadujeme v rámci stavby přípravu pro osazení provozních kamer na sdružené stožáry, tak aby zařízení bylo možné bez dalších úprav instalovat. To znamená kompletní projekční přípravu na finální stav a dle toho realizovat kabelovou a instalační přípravu, trubkování a kabelizace k jednotlivým venkovním prvkům, příprava </w:t>
      </w:r>
      <w:proofErr w:type="spellStart"/>
      <w:r w:rsidRPr="0067217B">
        <w:t>rozvádeče</w:t>
      </w:r>
      <w:proofErr w:type="spellEnd"/>
      <w:r w:rsidRPr="0067217B">
        <w:t xml:space="preserve"> napájení (příp. switch, přepěťové ochrany atd.). Nové prvky se musí zaintegrovat do DDTS. </w:t>
      </w:r>
    </w:p>
    <w:p w14:paraId="6E1BAF2D" w14:textId="5320BDC1" w:rsidR="00F678E3" w:rsidRPr="0067217B" w:rsidRDefault="00F678E3" w:rsidP="002F2288">
      <w:pPr>
        <w:pStyle w:val="Nadpis2-2"/>
      </w:pPr>
      <w:bookmarkStart w:id="22" w:name="_Toc158708248"/>
      <w:r w:rsidRPr="0067217B">
        <w:t>Zabezpečovací zařízení</w:t>
      </w:r>
      <w:bookmarkEnd w:id="20"/>
      <w:bookmarkEnd w:id="22"/>
    </w:p>
    <w:p w14:paraId="36DDAD28" w14:textId="77777777" w:rsidR="00AA64B5" w:rsidRPr="0067217B" w:rsidRDefault="00AA64B5" w:rsidP="00AA64B5">
      <w:pPr>
        <w:pStyle w:val="Text2-1"/>
        <w:rPr>
          <w:rStyle w:val="Tun"/>
        </w:rPr>
      </w:pPr>
      <w:bookmarkStart w:id="23" w:name="_Toc15649877"/>
      <w:r w:rsidRPr="0067217B">
        <w:rPr>
          <w:rStyle w:val="Tun"/>
        </w:rPr>
        <w:t xml:space="preserve">Popis stávajícího stavu </w:t>
      </w:r>
    </w:p>
    <w:p w14:paraId="4756FFDE" w14:textId="77777777" w:rsidR="003D1D34" w:rsidRPr="0067217B" w:rsidRDefault="003D1D34" w:rsidP="003D1D34">
      <w:pPr>
        <w:pStyle w:val="Text2-2"/>
      </w:pPr>
      <w:r w:rsidRPr="0067217B">
        <w:t>V blízkosti nástupiště se nachází kabely od zabezpečovacího zařízení a napájecí kabel pro napájení přejezdové zabezpečovací zařízení v km 70,829.</w:t>
      </w:r>
    </w:p>
    <w:p w14:paraId="0D89F286" w14:textId="77777777" w:rsidR="00AA64B5" w:rsidRPr="0067217B" w:rsidRDefault="00AA64B5" w:rsidP="00AA64B5">
      <w:pPr>
        <w:pStyle w:val="Text2-1"/>
        <w:rPr>
          <w:rStyle w:val="Tun"/>
        </w:rPr>
      </w:pPr>
      <w:r w:rsidRPr="0067217B">
        <w:rPr>
          <w:rStyle w:val="Tun"/>
        </w:rPr>
        <w:t xml:space="preserve">Požadavky na nový stav </w:t>
      </w:r>
    </w:p>
    <w:p w14:paraId="72588764" w14:textId="77777777" w:rsidR="003D1D34" w:rsidRPr="0067217B" w:rsidRDefault="003D1D34" w:rsidP="003D1D34">
      <w:pPr>
        <w:pStyle w:val="Text2-2"/>
      </w:pPr>
      <w:r w:rsidRPr="0067217B">
        <w:t xml:space="preserve">V případě, že stávající kabely budou dotčeny stavbou rekonstrukce nástupiště, budou provedeny přeložky a kabely budou naspojkovány. </w:t>
      </w:r>
    </w:p>
    <w:p w14:paraId="38161782" w14:textId="77777777" w:rsidR="00F678E3" w:rsidRPr="0067217B" w:rsidRDefault="00F678E3" w:rsidP="002F2288">
      <w:pPr>
        <w:pStyle w:val="Nadpis2-2"/>
      </w:pPr>
      <w:bookmarkStart w:id="24" w:name="_Toc158708249"/>
      <w:r w:rsidRPr="0067217B">
        <w:t>Silnoproudá technologie včetně DŘT, trakční a energetická zařízení</w:t>
      </w:r>
      <w:bookmarkEnd w:id="23"/>
      <w:bookmarkEnd w:id="24"/>
    </w:p>
    <w:p w14:paraId="42839DD6" w14:textId="77777777" w:rsidR="00AA64B5" w:rsidRPr="0067217B" w:rsidRDefault="00AA64B5" w:rsidP="00AA64B5">
      <w:pPr>
        <w:pStyle w:val="Text2-1"/>
        <w:rPr>
          <w:rStyle w:val="Tun"/>
        </w:rPr>
      </w:pPr>
      <w:bookmarkStart w:id="25" w:name="_Toc15649881"/>
      <w:bookmarkStart w:id="26" w:name="_Toc151373312"/>
      <w:bookmarkStart w:id="27" w:name="_Toc151711941"/>
      <w:bookmarkStart w:id="28" w:name="_Toc15649884"/>
      <w:r w:rsidRPr="0067217B">
        <w:rPr>
          <w:rStyle w:val="Tun"/>
        </w:rPr>
        <w:t xml:space="preserve">Popis stávajícího stavu </w:t>
      </w:r>
    </w:p>
    <w:p w14:paraId="456449CC" w14:textId="73AFFE0A" w:rsidR="002B335E" w:rsidRPr="0067217B" w:rsidRDefault="002B335E" w:rsidP="002B335E">
      <w:pPr>
        <w:pStyle w:val="Text2-2"/>
      </w:pPr>
      <w:r w:rsidRPr="0067217B">
        <w:t>Na zastávce Nová Paka město je instalováno LED osvětlení umístěné na osvětlovacích stožárech a budově zastávky.</w:t>
      </w:r>
    </w:p>
    <w:p w14:paraId="3370009C" w14:textId="233BAC4B" w:rsidR="002B335E" w:rsidRPr="0067217B" w:rsidRDefault="002B335E" w:rsidP="002B335E">
      <w:pPr>
        <w:pStyle w:val="Text2-2"/>
      </w:pPr>
      <w:r w:rsidRPr="0067217B">
        <w:t>V roce 2021 proběhla rekonstrukce PZZ v km 70,829 (P4484) v rámci které byly osazeny nové rozváděče pro napájení kabelových rozvodů a osvětlení zastávky. V rámci této stavby byl instalován sklopný osvětlovací stožár č. 5, zbývající čtyři nesklopné stožáry pro osvětlení peronu zůstaly původní.</w:t>
      </w:r>
    </w:p>
    <w:p w14:paraId="6AD430EB" w14:textId="77777777" w:rsidR="002B335E" w:rsidRPr="0067217B" w:rsidRDefault="002B335E" w:rsidP="002B335E">
      <w:pPr>
        <w:pStyle w:val="Text2-2"/>
      </w:pPr>
      <w:r w:rsidRPr="0067217B">
        <w:t>Osvětlení je napojeno z rozváděče RO umístěného za budovou zastávky.</w:t>
      </w:r>
    </w:p>
    <w:p w14:paraId="297D2572" w14:textId="77777777" w:rsidR="00AA64B5" w:rsidRPr="0067217B" w:rsidRDefault="00AA64B5" w:rsidP="00AA64B5">
      <w:pPr>
        <w:pStyle w:val="Text2-1"/>
        <w:rPr>
          <w:rStyle w:val="Tun"/>
        </w:rPr>
      </w:pPr>
      <w:r w:rsidRPr="0067217B">
        <w:rPr>
          <w:rStyle w:val="Tun"/>
        </w:rPr>
        <w:t xml:space="preserve">Požadavky na nový stav </w:t>
      </w:r>
    </w:p>
    <w:p w14:paraId="7A9F4465" w14:textId="295A6929" w:rsidR="002B335E" w:rsidRPr="0067217B" w:rsidRDefault="002B335E" w:rsidP="002B335E">
      <w:pPr>
        <w:pStyle w:val="Text2-2"/>
      </w:pPr>
      <w:r w:rsidRPr="0067217B">
        <w:t>Stávající nesklopné stožáry č. 1 až č. 4 pro osvětlení nástupiště budou vyměněny za nové sklopné stožáry.</w:t>
      </w:r>
    </w:p>
    <w:p w14:paraId="4B0FD8FE" w14:textId="77777777" w:rsidR="002B335E" w:rsidRPr="0067217B" w:rsidRDefault="002B335E" w:rsidP="002B335E">
      <w:pPr>
        <w:pStyle w:val="Text2-2"/>
      </w:pPr>
      <w:r w:rsidRPr="0067217B">
        <w:t>Počet a umístění nových stožárů bude určeno dle předpisu E11.</w:t>
      </w:r>
    </w:p>
    <w:p w14:paraId="3A045D51" w14:textId="77777777" w:rsidR="002B335E" w:rsidRPr="0067217B" w:rsidRDefault="002B335E" w:rsidP="002B335E">
      <w:pPr>
        <w:pStyle w:val="Text2-2"/>
      </w:pPr>
      <w:r w:rsidRPr="0067217B">
        <w:t>Bude posouzeno použití stávajících LED svítidel.</w:t>
      </w:r>
    </w:p>
    <w:p w14:paraId="5D22516A" w14:textId="77777777" w:rsidR="002B335E" w:rsidRPr="0067217B" w:rsidRDefault="002B335E" w:rsidP="002B335E">
      <w:pPr>
        <w:pStyle w:val="Text2-2"/>
      </w:pPr>
      <w:r w:rsidRPr="0067217B">
        <w:t>Stávající kabeláž ke stožárům bude vyměněna.</w:t>
      </w:r>
    </w:p>
    <w:p w14:paraId="234C3BC3" w14:textId="3D3609CA" w:rsidR="002B335E" w:rsidRDefault="002B335E" w:rsidP="002B335E">
      <w:pPr>
        <w:pStyle w:val="Text2-2"/>
      </w:pPr>
      <w:r w:rsidRPr="0067217B">
        <w:t>Vybudované elektrické zařízení bude splňovat národní legislativu, platné ČSN a předpisy provozovatele SŽ.</w:t>
      </w:r>
    </w:p>
    <w:p w14:paraId="7C1F6522" w14:textId="77777777" w:rsidR="00336840" w:rsidRDefault="00336840" w:rsidP="00336840">
      <w:pPr>
        <w:pStyle w:val="Text2-2"/>
        <w:numPr>
          <w:ilvl w:val="0"/>
          <w:numId w:val="0"/>
        </w:numPr>
        <w:ind w:left="1701"/>
      </w:pPr>
    </w:p>
    <w:p w14:paraId="6F94B516" w14:textId="77777777" w:rsidR="00336840" w:rsidRDefault="00336840" w:rsidP="00336840">
      <w:pPr>
        <w:pStyle w:val="Text2-2"/>
        <w:numPr>
          <w:ilvl w:val="0"/>
          <w:numId w:val="0"/>
        </w:numPr>
        <w:ind w:left="1701"/>
      </w:pPr>
    </w:p>
    <w:p w14:paraId="201EC5B7" w14:textId="77777777" w:rsidR="00AA64B5" w:rsidRPr="0067217B" w:rsidRDefault="00AA64B5">
      <w:pPr>
        <w:pStyle w:val="Nadpis2-2"/>
        <w:numPr>
          <w:ilvl w:val="1"/>
          <w:numId w:val="4"/>
        </w:numPr>
      </w:pPr>
      <w:bookmarkStart w:id="29" w:name="_Toc140056488"/>
      <w:bookmarkStart w:id="30" w:name="_Toc158708250"/>
      <w:r w:rsidRPr="0067217B">
        <w:lastRenderedPageBreak/>
        <w:t>Železniční svršek a spodek</w:t>
      </w:r>
      <w:bookmarkEnd w:id="29"/>
      <w:bookmarkEnd w:id="30"/>
    </w:p>
    <w:p w14:paraId="25874CC7" w14:textId="77777777" w:rsidR="00775B79" w:rsidRPr="0067217B" w:rsidRDefault="00AA64B5" w:rsidP="00775B79">
      <w:pPr>
        <w:pStyle w:val="Text2-1"/>
        <w:keepNext/>
        <w:numPr>
          <w:ilvl w:val="2"/>
          <w:numId w:val="4"/>
        </w:numPr>
        <w:rPr>
          <w:rStyle w:val="Tun"/>
        </w:rPr>
      </w:pPr>
      <w:bookmarkStart w:id="31" w:name="_Toc15649880"/>
      <w:r w:rsidRPr="0067217B">
        <w:rPr>
          <w:rStyle w:val="Tun"/>
        </w:rPr>
        <w:t xml:space="preserve">Popis stávajícího stavu </w:t>
      </w:r>
    </w:p>
    <w:p w14:paraId="112A2B74" w14:textId="162B1685" w:rsidR="00775B79" w:rsidRPr="0067217B" w:rsidRDefault="00775B79" w:rsidP="00775B79">
      <w:pPr>
        <w:pStyle w:val="Text2-2"/>
        <w:rPr>
          <w:b/>
        </w:rPr>
      </w:pPr>
      <w:r w:rsidRPr="0067217B">
        <w:t>Kolej v prostoru nástupiště je zřízena jako stykovaná, na pražcích SB5 r.v.1973, s kolejnicemi S49/T. Štěrkové lože je středně znečištěné, což má za následek lokální závady v GPK. Kolejnice jsou výškově a bočně opotřebené. V km 70,516 se nachází most. Ve směru na Novou Paku je výběh z mostu na dřevěných pražcích v délce 14</w:t>
      </w:r>
      <w:r w:rsidR="003066C8" w:rsidRPr="0067217B">
        <w:t xml:space="preserve"> </w:t>
      </w:r>
      <w:r w:rsidRPr="0067217B">
        <w:t>m.</w:t>
      </w:r>
    </w:p>
    <w:p w14:paraId="79F50B99" w14:textId="77777777" w:rsidR="00AA64B5" w:rsidRPr="0067217B" w:rsidRDefault="00AA64B5">
      <w:pPr>
        <w:pStyle w:val="Text2-1"/>
        <w:keepNext/>
        <w:numPr>
          <w:ilvl w:val="2"/>
          <w:numId w:val="4"/>
        </w:numPr>
        <w:rPr>
          <w:rStyle w:val="Tun"/>
        </w:rPr>
      </w:pPr>
      <w:r w:rsidRPr="0067217B">
        <w:rPr>
          <w:rStyle w:val="Tun"/>
        </w:rPr>
        <w:t xml:space="preserve">Požadavky na nový stav </w:t>
      </w:r>
    </w:p>
    <w:p w14:paraId="48CAD867" w14:textId="078378C1" w:rsidR="00AA64B5" w:rsidRPr="0067217B" w:rsidRDefault="00775B79">
      <w:pPr>
        <w:pStyle w:val="Text2-2"/>
        <w:numPr>
          <w:ilvl w:val="3"/>
          <w:numId w:val="4"/>
        </w:numPr>
      </w:pPr>
      <w:r w:rsidRPr="0067217B">
        <w:t>Rekonstrukce železničního svršku bude provedena v délce nástupiště. Proběhne souvislá výměna kolejnic, zřízení bezstykové koleje, výměna pražců, úprava banketu</w:t>
      </w:r>
      <w:r w:rsidR="00DC2F16" w:rsidRPr="0067217B">
        <w:t>.</w:t>
      </w:r>
    </w:p>
    <w:p w14:paraId="28DCCFF2" w14:textId="77777777" w:rsidR="00AA64B5" w:rsidRPr="00ED4A40" w:rsidRDefault="00AA64B5">
      <w:pPr>
        <w:pStyle w:val="Nadpis2-2"/>
        <w:numPr>
          <w:ilvl w:val="1"/>
          <w:numId w:val="4"/>
        </w:numPr>
      </w:pPr>
      <w:bookmarkStart w:id="32" w:name="_Toc140056489"/>
      <w:bookmarkStart w:id="33" w:name="_Toc158708251"/>
      <w:r w:rsidRPr="00ED4A40">
        <w:t>Nástupiště</w:t>
      </w:r>
      <w:bookmarkEnd w:id="31"/>
      <w:bookmarkEnd w:id="32"/>
      <w:bookmarkEnd w:id="33"/>
    </w:p>
    <w:p w14:paraId="3A22394D" w14:textId="77777777" w:rsidR="00AA64B5" w:rsidRPr="0067217B" w:rsidRDefault="00AA64B5">
      <w:pPr>
        <w:pStyle w:val="Text2-1"/>
        <w:keepNext/>
        <w:numPr>
          <w:ilvl w:val="2"/>
          <w:numId w:val="4"/>
        </w:numPr>
        <w:rPr>
          <w:rStyle w:val="Tun"/>
        </w:rPr>
      </w:pPr>
      <w:r w:rsidRPr="0067217B">
        <w:rPr>
          <w:rStyle w:val="Tun"/>
        </w:rPr>
        <w:t xml:space="preserve">Popis stávajícího stavu </w:t>
      </w:r>
    </w:p>
    <w:p w14:paraId="4016559F" w14:textId="7F448206" w:rsidR="00775B79" w:rsidRPr="0067217B" w:rsidRDefault="00775B79" w:rsidP="00775B79">
      <w:pPr>
        <w:pStyle w:val="Text2-2"/>
        <w:rPr>
          <w:b/>
        </w:rPr>
      </w:pPr>
      <w:r w:rsidRPr="0067217B">
        <w:t xml:space="preserve">Nástupiště typu SUDOP + desky K145, délka nástupní hrany je 105 m, výška hrany 300 mm nad TK. Nástupiště je z větší části umístěno v přechodnici. </w:t>
      </w:r>
    </w:p>
    <w:p w14:paraId="344F8C8D" w14:textId="77777777" w:rsidR="00775B79" w:rsidRPr="0067217B" w:rsidRDefault="00AA64B5" w:rsidP="00775B79">
      <w:pPr>
        <w:pStyle w:val="Text2-1"/>
        <w:keepNext/>
        <w:numPr>
          <w:ilvl w:val="2"/>
          <w:numId w:val="4"/>
        </w:numPr>
        <w:rPr>
          <w:rStyle w:val="Tun"/>
        </w:rPr>
      </w:pPr>
      <w:r w:rsidRPr="0067217B">
        <w:rPr>
          <w:rStyle w:val="Tun"/>
        </w:rPr>
        <w:t xml:space="preserve">Požadavky na nový stav </w:t>
      </w:r>
      <w:bookmarkStart w:id="34" w:name="_Toc15649882"/>
      <w:bookmarkStart w:id="35" w:name="_Toc140056490"/>
    </w:p>
    <w:p w14:paraId="2945D7CB" w14:textId="07B33C86" w:rsidR="00775B79" w:rsidRPr="0067217B" w:rsidRDefault="00775B79" w:rsidP="00775B79">
      <w:pPr>
        <w:pStyle w:val="Text2-2"/>
        <w:rPr>
          <w:b/>
        </w:rPr>
      </w:pPr>
      <w:r w:rsidRPr="0067217B">
        <w:t>Bude zřízeno nástupiště s pevnou hranou, s délkou nástupní hrany 100 m, výšky 550 mm nad TK, s bezbariérovým přístupem.</w:t>
      </w:r>
    </w:p>
    <w:p w14:paraId="4F866004" w14:textId="1EFF476E" w:rsidR="00546592" w:rsidRPr="0067217B" w:rsidRDefault="00BE55BB" w:rsidP="00775B79">
      <w:pPr>
        <w:pStyle w:val="Text2-2"/>
        <w:rPr>
          <w:b/>
        </w:rPr>
      </w:pPr>
      <w:r w:rsidRPr="0067217B">
        <w:t xml:space="preserve">Zvýšení nástupní hrany nástupiště vyvolá nezbytné úpravy </w:t>
      </w:r>
      <w:r w:rsidR="003066C8" w:rsidRPr="0067217B">
        <w:t xml:space="preserve">mezi nástupištěm </w:t>
      </w:r>
      <w:r w:rsidR="0036194B" w:rsidRPr="0067217B">
        <w:t>a</w:t>
      </w:r>
      <w:r w:rsidR="007A3321" w:rsidRPr="0067217B">
        <w:t xml:space="preserve"> budov</w:t>
      </w:r>
      <w:r w:rsidR="003066C8" w:rsidRPr="0067217B">
        <w:t>ou</w:t>
      </w:r>
      <w:r w:rsidR="007A3321" w:rsidRPr="0067217B">
        <w:t xml:space="preserve"> zastávky</w:t>
      </w:r>
      <w:r w:rsidR="0036194B" w:rsidRPr="0067217B">
        <w:t>.</w:t>
      </w:r>
    </w:p>
    <w:p w14:paraId="4194B16E" w14:textId="77777777" w:rsidR="00AA64B5" w:rsidRPr="00AC7EE6" w:rsidRDefault="00AA64B5">
      <w:pPr>
        <w:pStyle w:val="Nadpis2-2"/>
        <w:numPr>
          <w:ilvl w:val="1"/>
          <w:numId w:val="4"/>
        </w:numPr>
      </w:pPr>
      <w:bookmarkStart w:id="36" w:name="_Toc158708252"/>
      <w:r w:rsidRPr="00AC7EE6">
        <w:t>Mosty, propustky, zdi</w:t>
      </w:r>
      <w:bookmarkEnd w:id="34"/>
      <w:bookmarkEnd w:id="35"/>
      <w:bookmarkEnd w:id="36"/>
    </w:p>
    <w:p w14:paraId="006796F7" w14:textId="77777777" w:rsidR="00AA64B5" w:rsidRPr="0067217B" w:rsidRDefault="00AA64B5">
      <w:pPr>
        <w:pStyle w:val="Text2-1"/>
        <w:keepNext/>
        <w:numPr>
          <w:ilvl w:val="2"/>
          <w:numId w:val="4"/>
        </w:numPr>
        <w:rPr>
          <w:rStyle w:val="Tun"/>
        </w:rPr>
      </w:pPr>
      <w:r w:rsidRPr="0067217B">
        <w:rPr>
          <w:rStyle w:val="Tun"/>
        </w:rPr>
        <w:t xml:space="preserve">Popis stávajícího stavu </w:t>
      </w:r>
    </w:p>
    <w:p w14:paraId="5D9F77EF" w14:textId="7A3234D5" w:rsidR="000C1908" w:rsidRPr="0067217B" w:rsidRDefault="000C1908">
      <w:pPr>
        <w:pStyle w:val="Text2-2"/>
        <w:numPr>
          <w:ilvl w:val="3"/>
          <w:numId w:val="4"/>
        </w:numPr>
      </w:pPr>
      <w:r w:rsidRPr="0067217B">
        <w:t>Most je jednokolejný</w:t>
      </w:r>
      <w:r w:rsidR="00BB6C51" w:rsidRPr="0067217B">
        <w:t xml:space="preserve"> s jedním otvorem, délky 11 m, šířky 9,7 m a výšky 8 m. </w:t>
      </w:r>
    </w:p>
    <w:p w14:paraId="047D4B3E" w14:textId="61B7A771" w:rsidR="00612CA0" w:rsidRPr="0067217B" w:rsidRDefault="00612CA0">
      <w:pPr>
        <w:pStyle w:val="Text2-2"/>
        <w:numPr>
          <w:ilvl w:val="3"/>
          <w:numId w:val="4"/>
        </w:numPr>
      </w:pPr>
      <w:r w:rsidRPr="0067217B">
        <w:t>Konstrukce mostu je klenbová, půlkruhová, z kamenného zdiva, rok výstavby 1870.</w:t>
      </w:r>
    </w:p>
    <w:p w14:paraId="25453788" w14:textId="7E3751AC" w:rsidR="00612CA0" w:rsidRPr="0067217B" w:rsidRDefault="00612CA0">
      <w:pPr>
        <w:pStyle w:val="Text2-2"/>
        <w:numPr>
          <w:ilvl w:val="3"/>
          <w:numId w:val="4"/>
        </w:numPr>
      </w:pPr>
      <w:r w:rsidRPr="0067217B">
        <w:t xml:space="preserve">Konstrukce nástupiště přilehá k mostnímu objektu z pravé strany, konstrukce je trámová, 2 ks železobetonových nosníků, příčně ztužené. </w:t>
      </w:r>
    </w:p>
    <w:p w14:paraId="6B701559" w14:textId="7D35E2D6" w:rsidR="00612CA0" w:rsidRPr="0067217B" w:rsidRDefault="00612CA0">
      <w:pPr>
        <w:pStyle w:val="Text2-2"/>
        <w:numPr>
          <w:ilvl w:val="3"/>
          <w:numId w:val="4"/>
        </w:numPr>
      </w:pPr>
      <w:r w:rsidRPr="0067217B">
        <w:t xml:space="preserve">Opěry O 01 a O 02 jsou z kamenného zdiva, pravidelné řádkování. </w:t>
      </w:r>
    </w:p>
    <w:p w14:paraId="1F07135C" w14:textId="2B50AF30" w:rsidR="00612CA0" w:rsidRPr="0067217B" w:rsidRDefault="00612CA0">
      <w:pPr>
        <w:pStyle w:val="Text2-2"/>
        <w:numPr>
          <w:ilvl w:val="3"/>
          <w:numId w:val="4"/>
        </w:numPr>
      </w:pPr>
      <w:r w:rsidRPr="0067217B">
        <w:t>Vlevo (u zábradlí) je v kolejovém loži veden betonový kabelový žlab, k zábradlí vlevo je připevněná návěst „Konec nástupiště“, vlevo a vpravo jsou umístěny značky podjezdné výšky, terén pod objektem je místní komunikace (ulice</w:t>
      </w:r>
      <w:r w:rsidR="00BB6C51" w:rsidRPr="0067217B">
        <w:br/>
      </w:r>
      <w:r w:rsidRPr="0067217B">
        <w:t xml:space="preserve">U stadionu). </w:t>
      </w:r>
    </w:p>
    <w:p w14:paraId="0A73ADEF" w14:textId="77777777" w:rsidR="00AA64B5" w:rsidRPr="0067217B" w:rsidRDefault="00AA64B5">
      <w:pPr>
        <w:pStyle w:val="Text2-1"/>
        <w:keepNext/>
        <w:numPr>
          <w:ilvl w:val="2"/>
          <w:numId w:val="4"/>
        </w:numPr>
        <w:rPr>
          <w:rStyle w:val="Tun"/>
        </w:rPr>
      </w:pPr>
      <w:r w:rsidRPr="0067217B">
        <w:rPr>
          <w:rStyle w:val="Tun"/>
        </w:rPr>
        <w:t xml:space="preserve">Požadavky na nový stav </w:t>
      </w:r>
    </w:p>
    <w:p w14:paraId="4B99CFB2" w14:textId="6F640643" w:rsidR="00612CA0" w:rsidRPr="0067217B" w:rsidRDefault="00612CA0">
      <w:pPr>
        <w:pStyle w:val="Text2-2"/>
        <w:numPr>
          <w:ilvl w:val="3"/>
          <w:numId w:val="4"/>
        </w:numPr>
      </w:pPr>
      <w:r w:rsidRPr="0067217B">
        <w:t>Pokud půjde o zkrácení nástupiště o 5 m, není jasné, kam bude zasahovat konec nástupiště (za předpokladu, že se nástupiště bude zkracovat od konce za mostem).</w:t>
      </w:r>
    </w:p>
    <w:p w14:paraId="1C2B28DF" w14:textId="77CAE550" w:rsidR="00ED1D4B" w:rsidRPr="00AC7EE6" w:rsidRDefault="00ED1D4B">
      <w:pPr>
        <w:pStyle w:val="Text2-2"/>
        <w:numPr>
          <w:ilvl w:val="3"/>
          <w:numId w:val="4"/>
        </w:numPr>
      </w:pPr>
      <w:r w:rsidRPr="00AC7EE6">
        <w:t>Obnova hydroizolace na mostě.</w:t>
      </w:r>
    </w:p>
    <w:p w14:paraId="344C2C21" w14:textId="7F2E1B22" w:rsidR="00612CA0" w:rsidRPr="0067217B" w:rsidRDefault="00612CA0">
      <w:pPr>
        <w:pStyle w:val="Text2-2"/>
        <w:numPr>
          <w:ilvl w:val="3"/>
          <w:numId w:val="4"/>
        </w:numPr>
      </w:pPr>
      <w:r w:rsidRPr="0067217B">
        <w:t>Požadujeme odstranit původní zábradlí vlevo s nahrazení novým.</w:t>
      </w:r>
      <w:r w:rsidR="00E833EB" w:rsidRPr="0067217B">
        <w:t xml:space="preserve"> Zábradlí</w:t>
      </w:r>
      <w:r w:rsidRPr="0067217B">
        <w:t xml:space="preserve"> </w:t>
      </w:r>
      <w:r w:rsidR="00E833EB" w:rsidRPr="0067217B">
        <w:t>j</w:t>
      </w:r>
      <w:r w:rsidRPr="0067217B">
        <w:t>e možno umístit na římsu.</w:t>
      </w:r>
    </w:p>
    <w:p w14:paraId="6945C1FB" w14:textId="77777777" w:rsidR="00612CA0" w:rsidRPr="0067217B" w:rsidRDefault="00612CA0">
      <w:pPr>
        <w:pStyle w:val="Text2-2"/>
        <w:numPr>
          <w:ilvl w:val="3"/>
          <w:numId w:val="4"/>
        </w:numPr>
      </w:pPr>
      <w:r w:rsidRPr="0067217B">
        <w:t>Při změně zatížení mostu požadujeme stanovení zatížitelnosti klenby statickým přepočtem.</w:t>
      </w:r>
    </w:p>
    <w:p w14:paraId="5D270CCA" w14:textId="4AB2F2DA" w:rsidR="00AA64B5" w:rsidRDefault="00AA64B5">
      <w:pPr>
        <w:pStyle w:val="Text2-2"/>
        <w:numPr>
          <w:ilvl w:val="3"/>
          <w:numId w:val="4"/>
        </w:numPr>
      </w:pPr>
      <w:r w:rsidRPr="0067217B">
        <w:t xml:space="preserve">Z hlediska mostů je trať zařazena dle změny ČSN EN 1991-2 ed. 2 do </w:t>
      </w:r>
      <w:r w:rsidR="000C1908" w:rsidRPr="0067217B">
        <w:t>C2</w:t>
      </w:r>
      <w:r w:rsidRPr="0067217B">
        <w:t>. třídy tratí.</w:t>
      </w:r>
    </w:p>
    <w:p w14:paraId="43FD32E5" w14:textId="77777777" w:rsidR="00336840" w:rsidRPr="0067217B" w:rsidRDefault="00336840" w:rsidP="00336840">
      <w:pPr>
        <w:pStyle w:val="Text2-2"/>
        <w:numPr>
          <w:ilvl w:val="0"/>
          <w:numId w:val="0"/>
        </w:numPr>
        <w:ind w:left="1701"/>
        <w:rPr>
          <w:rStyle w:val="Text2-2Char"/>
        </w:rPr>
      </w:pPr>
    </w:p>
    <w:p w14:paraId="4F70918F" w14:textId="77777777" w:rsidR="00017884" w:rsidRPr="0067217B" w:rsidRDefault="00017884" w:rsidP="00017884">
      <w:pPr>
        <w:pStyle w:val="Nadpis2-2"/>
        <w:numPr>
          <w:ilvl w:val="1"/>
          <w:numId w:val="4"/>
        </w:numPr>
      </w:pPr>
      <w:bookmarkStart w:id="37" w:name="_Toc15649885"/>
      <w:bookmarkStart w:id="38" w:name="_Ref78457843"/>
      <w:bookmarkStart w:id="39" w:name="_Toc155188729"/>
      <w:bookmarkStart w:id="40" w:name="_Toc158708253"/>
      <w:bookmarkEnd w:id="25"/>
      <w:bookmarkEnd w:id="26"/>
      <w:bookmarkEnd w:id="27"/>
      <w:r w:rsidRPr="0067217B">
        <w:lastRenderedPageBreak/>
        <w:t>Pozemní stavební objekty</w:t>
      </w:r>
      <w:bookmarkEnd w:id="37"/>
      <w:bookmarkEnd w:id="38"/>
      <w:bookmarkEnd w:id="39"/>
      <w:bookmarkEnd w:id="40"/>
    </w:p>
    <w:p w14:paraId="648AAFD3" w14:textId="77777777" w:rsidR="00017884" w:rsidRPr="0067217B" w:rsidRDefault="00017884" w:rsidP="00017884">
      <w:pPr>
        <w:pStyle w:val="Text2-1"/>
        <w:numPr>
          <w:ilvl w:val="2"/>
          <w:numId w:val="4"/>
        </w:numPr>
        <w:rPr>
          <w:rStyle w:val="Tun"/>
        </w:rPr>
      </w:pPr>
      <w:r w:rsidRPr="0067217B">
        <w:rPr>
          <w:rStyle w:val="Tun"/>
        </w:rPr>
        <w:t xml:space="preserve">Popis stávajícího stavu </w:t>
      </w:r>
    </w:p>
    <w:p w14:paraId="7C5B1EEF" w14:textId="6B9E04F4" w:rsidR="00017884" w:rsidRPr="0067217B" w:rsidRDefault="00017884" w:rsidP="00017884">
      <w:pPr>
        <w:pStyle w:val="Text2-2"/>
        <w:numPr>
          <w:ilvl w:val="3"/>
          <w:numId w:val="4"/>
        </w:numPr>
      </w:pPr>
      <w:r w:rsidRPr="0067217B">
        <w:t>Stávající objekt je poškoz</w:t>
      </w:r>
      <w:r w:rsidR="00ED4A40">
        <w:t>en</w:t>
      </w:r>
      <w:r w:rsidRPr="0067217B">
        <w:t xml:space="preserve"> vzlínající vlhkostí. V roce 2024 </w:t>
      </w:r>
      <w:r w:rsidR="0039202C" w:rsidRPr="0067217B">
        <w:t xml:space="preserve">bude </w:t>
      </w:r>
      <w:r w:rsidR="00ED4A40">
        <w:t xml:space="preserve">v rámci údržbových prací </w:t>
      </w:r>
      <w:r w:rsidR="0039202C" w:rsidRPr="0067217B">
        <w:t xml:space="preserve">realizována </w:t>
      </w:r>
      <w:r w:rsidRPr="0067217B">
        <w:t>dodatečn</w:t>
      </w:r>
      <w:r w:rsidR="0039202C" w:rsidRPr="0067217B">
        <w:t>á</w:t>
      </w:r>
      <w:r w:rsidRPr="0067217B">
        <w:t xml:space="preserve"> chemick</w:t>
      </w:r>
      <w:r w:rsidR="0039202C" w:rsidRPr="0067217B">
        <w:t>á</w:t>
      </w:r>
      <w:r w:rsidRPr="0067217B">
        <w:t xml:space="preserve"> izolac</w:t>
      </w:r>
      <w:r w:rsidR="0039202C" w:rsidRPr="0067217B">
        <w:t>e</w:t>
      </w:r>
      <w:r w:rsidRPr="0067217B">
        <w:t>, vnitřní sanační omítky a nov</w:t>
      </w:r>
      <w:r w:rsidR="0039202C" w:rsidRPr="0067217B">
        <w:t>á</w:t>
      </w:r>
      <w:r w:rsidRPr="0067217B">
        <w:t xml:space="preserve"> podlah</w:t>
      </w:r>
      <w:r w:rsidR="0039202C" w:rsidRPr="0067217B">
        <w:t>a</w:t>
      </w:r>
      <w:r w:rsidRPr="0067217B">
        <w:t xml:space="preserve"> v provozní místnosti (osobní pokladna).</w:t>
      </w:r>
    </w:p>
    <w:p w14:paraId="79DA2AAF" w14:textId="77777777" w:rsidR="00017884" w:rsidRPr="0067217B" w:rsidRDefault="00017884" w:rsidP="00017884">
      <w:pPr>
        <w:pStyle w:val="Text2-1"/>
        <w:keepNext/>
        <w:numPr>
          <w:ilvl w:val="2"/>
          <w:numId w:val="4"/>
        </w:numPr>
        <w:rPr>
          <w:rStyle w:val="Tun"/>
        </w:rPr>
      </w:pPr>
      <w:r w:rsidRPr="0067217B">
        <w:rPr>
          <w:rStyle w:val="Tun"/>
        </w:rPr>
        <w:t xml:space="preserve">Požadavky na nový stav </w:t>
      </w:r>
    </w:p>
    <w:p w14:paraId="278EEE21" w14:textId="13564CA4" w:rsidR="00BE55BB" w:rsidRPr="0067217B" w:rsidRDefault="00BE55BB" w:rsidP="00017884">
      <w:pPr>
        <w:pStyle w:val="Text2-2"/>
        <w:numPr>
          <w:ilvl w:val="3"/>
          <w:numId w:val="4"/>
        </w:numPr>
      </w:pPr>
      <w:r w:rsidRPr="0067217B">
        <w:t xml:space="preserve">Úpravy vyvolané </w:t>
      </w:r>
      <w:r w:rsidR="0036194B" w:rsidRPr="0067217B">
        <w:t>rekonstrukcí</w:t>
      </w:r>
      <w:r w:rsidRPr="0067217B">
        <w:t xml:space="preserve"> nástupiště viz bod 4.9. Nástupiště</w:t>
      </w:r>
    </w:p>
    <w:p w14:paraId="307C6578" w14:textId="3F7C5F95" w:rsidR="00F678E3" w:rsidRPr="0067217B" w:rsidRDefault="00F678E3" w:rsidP="002F2288">
      <w:pPr>
        <w:pStyle w:val="Nadpis2-2"/>
      </w:pPr>
      <w:bookmarkStart w:id="41" w:name="_Toc158708254"/>
      <w:r w:rsidRPr="0067217B">
        <w:t>Ostatní objekty</w:t>
      </w:r>
      <w:bookmarkEnd w:id="28"/>
      <w:bookmarkEnd w:id="41"/>
    </w:p>
    <w:p w14:paraId="5F11F631" w14:textId="781AC4D4" w:rsidR="00123B03" w:rsidRPr="0067217B" w:rsidRDefault="00123B03" w:rsidP="00123B03">
      <w:pPr>
        <w:pStyle w:val="Text2-1"/>
      </w:pPr>
      <w:bookmarkStart w:id="42" w:name="_Toc15649886"/>
      <w:r w:rsidRPr="0067217B">
        <w:t>Součástí stavby budou rovněž nezbytné další objekty nutné pro zhotovení díla, zejména přeložky a ochrana inženýrských sítí, kabelovody a podobně.</w:t>
      </w:r>
    </w:p>
    <w:p w14:paraId="3F566B44" w14:textId="77777777" w:rsidR="00002C2C" w:rsidRPr="0067217B" w:rsidRDefault="00002C2C" w:rsidP="00A71A6E">
      <w:pPr>
        <w:pStyle w:val="Nadpis2-2"/>
      </w:pPr>
      <w:bookmarkStart w:id="43" w:name="_Toc158708255"/>
      <w:r w:rsidRPr="0067217B">
        <w:t>Zásady organizace výstavby</w:t>
      </w:r>
      <w:bookmarkEnd w:id="43"/>
    </w:p>
    <w:p w14:paraId="6079DCAB" w14:textId="0B65AB12" w:rsidR="00EE564B" w:rsidRPr="0067217B" w:rsidRDefault="003A1C57" w:rsidP="00EE564B">
      <w:pPr>
        <w:pStyle w:val="Text2-1"/>
      </w:pPr>
      <w:r w:rsidRPr="0067217B">
        <w:t xml:space="preserve">V rámci zpracování DUSP a PDPS, bude vypracován postup výstavby (stavební postupy a jejich harmonogram, vč. </w:t>
      </w:r>
      <w:r w:rsidR="00891A8B" w:rsidRPr="0067217B">
        <w:t>Vyznačení doby rozhodujících SO a PS) a stanovení počtu dní všech nejen nepřetržitých výluk.</w:t>
      </w:r>
    </w:p>
    <w:p w14:paraId="17F48DEB" w14:textId="77777777" w:rsidR="00AA64B5" w:rsidRPr="0067217B" w:rsidRDefault="00AA64B5" w:rsidP="00AA64B5">
      <w:pPr>
        <w:pStyle w:val="Nadpis2-2"/>
      </w:pPr>
      <w:bookmarkStart w:id="44" w:name="_Toc151711944"/>
      <w:bookmarkStart w:id="45" w:name="_Ref62118429"/>
      <w:bookmarkStart w:id="46" w:name="_Toc158708256"/>
      <w:bookmarkEnd w:id="42"/>
      <w:r w:rsidRPr="0067217B">
        <w:t>Geodetická dokumentace (Geodetický podklad pro projektovou činnost zpracovaný podle jiných právních předpisů)</w:t>
      </w:r>
      <w:bookmarkEnd w:id="44"/>
      <w:bookmarkEnd w:id="46"/>
    </w:p>
    <w:p w14:paraId="1DA83E2D" w14:textId="3BD70015" w:rsidR="00AA64B5" w:rsidRPr="0067217B" w:rsidRDefault="00AA64B5" w:rsidP="00AA64B5">
      <w:pPr>
        <w:pStyle w:val="Text2-1"/>
      </w:pPr>
      <w:r w:rsidRPr="0067217B">
        <w:rPr>
          <w:b/>
        </w:rPr>
        <w:t>Na neelektrizovaných tratích</w:t>
      </w:r>
      <w:r w:rsidRPr="0067217B">
        <w:t xml:space="preserve"> musí být návrh vytyčovací sítě řešen s vědomím, že ŽBP upravené pro potřeby vytyčovací sítě má plnit současně funkci zajištění PPK, a to v souladu s požadavky dle dopisu Ředitele O13, čj. 168954/2021-SŽ-GŘ-O13, Zajištění prostorové polohy na neelektrizovaných tratích SŽ (viz Příloha </w:t>
      </w:r>
      <w:r w:rsidRPr="0067217B">
        <w:fldChar w:fldCharType="begin"/>
      </w:r>
      <w:r w:rsidRPr="0067217B">
        <w:instrText xml:space="preserve"> REF _Ref92267992 \r \h </w:instrText>
      </w:r>
      <w:r w:rsidR="0067217B">
        <w:instrText xml:space="preserve"> \* MERGEFORMAT </w:instrText>
      </w:r>
      <w:r w:rsidRPr="0067217B">
        <w:fldChar w:fldCharType="separate"/>
      </w:r>
      <w:r w:rsidR="00EC7C04">
        <w:t>7.1.1</w:t>
      </w:r>
      <w:r w:rsidRPr="0067217B">
        <w:fldChar w:fldCharType="end"/>
      </w:r>
      <w:r w:rsidRPr="0067217B">
        <w:t xml:space="preserve"> těchto ZTP).</w:t>
      </w:r>
    </w:p>
    <w:p w14:paraId="6A6EE32C" w14:textId="77777777" w:rsidR="00F57602" w:rsidRPr="0067217B" w:rsidRDefault="00F57602" w:rsidP="00F57602">
      <w:pPr>
        <w:pStyle w:val="Nadpis2-2"/>
      </w:pPr>
      <w:bookmarkStart w:id="47" w:name="_Toc155188733"/>
      <w:bookmarkStart w:id="48" w:name="_Toc155256693"/>
      <w:bookmarkStart w:id="49" w:name="_Toc158708257"/>
      <w:r w:rsidRPr="0067217B">
        <w:t>Životní prostředí</w:t>
      </w:r>
      <w:bookmarkEnd w:id="47"/>
      <w:bookmarkEnd w:id="48"/>
      <w:bookmarkEnd w:id="49"/>
    </w:p>
    <w:p w14:paraId="3B0E0299" w14:textId="77777777" w:rsidR="00F57602" w:rsidRPr="0067217B" w:rsidRDefault="00F57602" w:rsidP="00F57602">
      <w:pPr>
        <w:pStyle w:val="Text2-1"/>
      </w:pPr>
      <w:r w:rsidRPr="0067217B">
        <w:t xml:space="preserve">Součástí Dokumentace bude zpracovaná kapitola </w:t>
      </w:r>
      <w:proofErr w:type="spellStart"/>
      <w:r w:rsidRPr="0067217B">
        <w:t>Environmental</w:t>
      </w:r>
      <w:proofErr w:type="spellEnd"/>
      <w:r w:rsidRPr="0067217B">
        <w:t xml:space="preserve">, </w:t>
      </w:r>
      <w:proofErr w:type="spellStart"/>
      <w:r w:rsidRPr="0067217B">
        <w:t>Social</w:t>
      </w:r>
      <w:proofErr w:type="spellEnd"/>
      <w:r w:rsidRPr="0067217B">
        <w:t xml:space="preserve"> and </w:t>
      </w:r>
      <w:proofErr w:type="spellStart"/>
      <w:r w:rsidRPr="0067217B">
        <w:t>Governance</w:t>
      </w:r>
      <w:proofErr w:type="spellEnd"/>
      <w:r w:rsidRPr="0067217B">
        <w:t xml:space="preserve"> (dále jen „ESG“), kde bude uvedena přehledná tabulka tzv. </w:t>
      </w:r>
      <w:proofErr w:type="spellStart"/>
      <w:r w:rsidRPr="0067217B">
        <w:t>Environmental</w:t>
      </w:r>
      <w:proofErr w:type="spellEnd"/>
      <w:r w:rsidRPr="0067217B">
        <w:t xml:space="preserve"> and </w:t>
      </w:r>
      <w:proofErr w:type="spellStart"/>
      <w:r w:rsidRPr="0067217B">
        <w:t>Social</w:t>
      </w:r>
      <w:proofErr w:type="spellEnd"/>
      <w:r w:rsidRPr="0067217B">
        <w:t xml:space="preserve"> </w:t>
      </w:r>
      <w:proofErr w:type="spellStart"/>
      <w:r w:rsidRPr="0067217B">
        <w:t>plan</w:t>
      </w:r>
      <w:proofErr w:type="spellEnd"/>
      <w:r w:rsidRPr="0067217B">
        <w:t xml:space="preserve"> s uvedenými požadavky na evropské standardy pro podávání zpráv o udržitelnosti (dále jen „ESRS“). Součástí bude i vyhodnocení předmětných rizik v souladu s ESRS. Předmětná kapitola bude konzultována s garantem na ŽP Objednatele. </w:t>
      </w:r>
    </w:p>
    <w:p w14:paraId="438259F0" w14:textId="77777777" w:rsidR="00FD501F" w:rsidRPr="0067217B" w:rsidRDefault="00FD501F" w:rsidP="00A71A6E">
      <w:pPr>
        <w:pStyle w:val="Nadpis2-1"/>
      </w:pPr>
      <w:bookmarkStart w:id="50" w:name="_Toc158708258"/>
      <w:r w:rsidRPr="0067217B">
        <w:t>SPECIFICKÉ POŽADAVKY</w:t>
      </w:r>
      <w:bookmarkEnd w:id="45"/>
      <w:bookmarkEnd w:id="50"/>
    </w:p>
    <w:p w14:paraId="7AC11F6E" w14:textId="77777777" w:rsidR="00A836EC" w:rsidRPr="0067217B" w:rsidRDefault="00A836EC" w:rsidP="00A71A6E">
      <w:pPr>
        <w:pStyle w:val="Nadpis2-2"/>
      </w:pPr>
      <w:bookmarkStart w:id="51" w:name="_Toc158708259"/>
      <w:r w:rsidRPr="0067217B">
        <w:t>Všeobecně</w:t>
      </w:r>
      <w:bookmarkEnd w:id="51"/>
    </w:p>
    <w:p w14:paraId="1D4CEE20" w14:textId="77777777" w:rsidR="00FD501F" w:rsidRPr="0067217B" w:rsidRDefault="00FD501F" w:rsidP="00A71A6E">
      <w:pPr>
        <w:pStyle w:val="Text2-1"/>
      </w:pPr>
      <w:r w:rsidRPr="0067217B">
        <w:t>Podmínky pro přidělení výlukových časů, případně jiných omezení železničního provozu, uzavírky komunikací nebo jiné podmínky související s prováděním díla:</w:t>
      </w:r>
    </w:p>
    <w:p w14:paraId="6C6D898F" w14:textId="00A1D792" w:rsidR="00EF0FF1" w:rsidRPr="0067217B" w:rsidRDefault="006E2C0F">
      <w:pPr>
        <w:pStyle w:val="Text2-1"/>
        <w:numPr>
          <w:ilvl w:val="2"/>
          <w:numId w:val="12"/>
        </w:numPr>
        <w:ind w:left="851"/>
      </w:pPr>
      <w:bookmarkStart w:id="52" w:name="_Ref62119057"/>
      <w:r w:rsidRPr="0067217B">
        <w:t>Minimalizovat rozsah nepřetržitých výluk</w:t>
      </w:r>
    </w:p>
    <w:p w14:paraId="414318ED" w14:textId="77777777" w:rsidR="006E78B7" w:rsidRPr="0067217B" w:rsidRDefault="006E78B7">
      <w:pPr>
        <w:pStyle w:val="Text2-1"/>
        <w:numPr>
          <w:ilvl w:val="2"/>
          <w:numId w:val="12"/>
        </w:numPr>
        <w:ind w:left="851"/>
      </w:pPr>
      <w:r w:rsidRPr="0067217B">
        <w:t>Dílčí odevzdání Dokumentace bude oproti odstavci 3.4.1 VTP/DOKUMENTACE/</w:t>
      </w:r>
      <w:r w:rsidR="00FC2DCD" w:rsidRPr="0067217B">
        <w:t>06/23</w:t>
      </w:r>
      <w:r w:rsidRPr="0067217B">
        <w:t xml:space="preserve"> odevzdáno pouze v elektronické podobě v počtu 2 x CD (DVD).</w:t>
      </w:r>
    </w:p>
    <w:p w14:paraId="1935BDB2" w14:textId="77777777" w:rsidR="00FD501F" w:rsidRPr="0067217B" w:rsidRDefault="00FD501F" w:rsidP="00A71A6E">
      <w:pPr>
        <w:pStyle w:val="Nadpis2-1"/>
      </w:pPr>
      <w:bookmarkStart w:id="53" w:name="_Toc158708260"/>
      <w:bookmarkEnd w:id="52"/>
      <w:r w:rsidRPr="0067217B">
        <w:t>SOUVISEJÍCÍ DOKUMENTY A PŘEDPISY</w:t>
      </w:r>
      <w:bookmarkEnd w:id="53"/>
    </w:p>
    <w:p w14:paraId="3DBB1E58" w14:textId="77777777" w:rsidR="002167D4" w:rsidRPr="0067217B" w:rsidRDefault="002167D4" w:rsidP="00A71A6E">
      <w:pPr>
        <w:pStyle w:val="Text2-1"/>
      </w:pPr>
      <w:r w:rsidRPr="0067217B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4E87F726" w14:textId="77777777" w:rsidR="002167D4" w:rsidRPr="0067217B" w:rsidRDefault="002167D4" w:rsidP="00A71A6E">
      <w:pPr>
        <w:pStyle w:val="Text2-1"/>
      </w:pPr>
      <w:r w:rsidRPr="0067217B">
        <w:t xml:space="preserve">Objednatel umožňuje Zhotoviteli přístup ke svým </w:t>
      </w:r>
      <w:r w:rsidR="00362D1E" w:rsidRPr="0067217B">
        <w:t xml:space="preserve">vnitřním </w:t>
      </w:r>
      <w:r w:rsidRPr="0067217B">
        <w:t xml:space="preserve">dokumentům a předpisům </w:t>
      </w:r>
      <w:r w:rsidR="00362D1E" w:rsidRPr="0067217B">
        <w:t>a</w:t>
      </w:r>
      <w:r w:rsidR="009A26CD" w:rsidRPr="0067217B">
        <w:t> </w:t>
      </w:r>
      <w:r w:rsidR="00362D1E" w:rsidRPr="0067217B">
        <w:t xml:space="preserve">typové dokumentaci </w:t>
      </w:r>
      <w:r w:rsidRPr="0067217B">
        <w:t xml:space="preserve">na webových stránkách: </w:t>
      </w:r>
    </w:p>
    <w:p w14:paraId="51215D32" w14:textId="77777777" w:rsidR="002167D4" w:rsidRPr="0067217B" w:rsidRDefault="00A50196" w:rsidP="002167D4">
      <w:pPr>
        <w:pStyle w:val="Textbezslovn"/>
      </w:pPr>
      <w:r w:rsidRPr="0067217B">
        <w:rPr>
          <w:rStyle w:val="Tun"/>
        </w:rPr>
        <w:t>www.spravazeleznic.cz</w:t>
      </w:r>
      <w:r w:rsidR="002167D4" w:rsidRPr="0067217B">
        <w:rPr>
          <w:rStyle w:val="Tun"/>
        </w:rPr>
        <w:t xml:space="preserve"> v sekci „O nás / Vnitřní předpisy / odkaz Dokumenty a</w:t>
      </w:r>
      <w:r w:rsidRPr="0067217B">
        <w:rPr>
          <w:rStyle w:val="Tun"/>
        </w:rPr>
        <w:t> </w:t>
      </w:r>
      <w:r w:rsidR="002167D4" w:rsidRPr="0067217B">
        <w:rPr>
          <w:rStyle w:val="Tun"/>
        </w:rPr>
        <w:t>předpisy“</w:t>
      </w:r>
      <w:r w:rsidR="002167D4" w:rsidRPr="0067217B">
        <w:t xml:space="preserve"> </w:t>
      </w:r>
      <w:r w:rsidR="002167D4" w:rsidRPr="0067217B">
        <w:rPr>
          <w:spacing w:val="2"/>
        </w:rPr>
        <w:t>(https://www.s</w:t>
      </w:r>
      <w:r w:rsidRPr="0067217B">
        <w:rPr>
          <w:spacing w:val="2"/>
        </w:rPr>
        <w:t>pravazeleznic</w:t>
      </w:r>
      <w:r w:rsidR="002167D4" w:rsidRPr="0067217B">
        <w:rPr>
          <w:spacing w:val="2"/>
        </w:rPr>
        <w:t>.cz/o-nas/vnitrni-predpisy-spravy-zeleznic/</w:t>
      </w:r>
      <w:r w:rsidRPr="0067217B">
        <w:rPr>
          <w:spacing w:val="2"/>
        </w:rPr>
        <w:br/>
      </w:r>
      <w:r w:rsidR="002167D4" w:rsidRPr="0067217B">
        <w:rPr>
          <w:spacing w:val="2"/>
        </w:rPr>
        <w:t>dokumenty-a-predpisy)</w:t>
      </w:r>
      <w:r w:rsidR="00362D1E" w:rsidRPr="0067217B">
        <w:t xml:space="preserve"> a </w:t>
      </w:r>
      <w:r w:rsidR="00362D1E" w:rsidRPr="0067217B">
        <w:rPr>
          <w:b/>
        </w:rPr>
        <w:t>https://typdok.tudc.cz/ v sekci „archiv TD“</w:t>
      </w:r>
      <w:r w:rsidR="00362D1E" w:rsidRPr="0067217B">
        <w:t>.</w:t>
      </w:r>
    </w:p>
    <w:p w14:paraId="080132B1" w14:textId="77777777" w:rsidR="002167D4" w:rsidRPr="0067217B" w:rsidRDefault="002167D4" w:rsidP="002167D4">
      <w:pPr>
        <w:pStyle w:val="Textbezslovn"/>
      </w:pPr>
      <w:r w:rsidRPr="0067217B">
        <w:lastRenderedPageBreak/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31025684" w14:textId="77777777" w:rsidR="002167D4" w:rsidRPr="0067217B" w:rsidRDefault="002167D4" w:rsidP="002167D4">
      <w:pPr>
        <w:pStyle w:val="Textbezslovn"/>
        <w:keepNext/>
        <w:spacing w:after="0"/>
        <w:rPr>
          <w:rStyle w:val="Tun"/>
        </w:rPr>
      </w:pPr>
      <w:r w:rsidRPr="0067217B">
        <w:rPr>
          <w:rStyle w:val="Tun"/>
        </w:rPr>
        <w:t>Správa železnic, státní organizace</w:t>
      </w:r>
    </w:p>
    <w:p w14:paraId="41BDD1DB" w14:textId="77777777" w:rsidR="002167D4" w:rsidRPr="0067217B" w:rsidRDefault="002167D4" w:rsidP="002167D4">
      <w:pPr>
        <w:pStyle w:val="Textbezslovn"/>
        <w:keepNext/>
        <w:spacing w:after="0"/>
        <w:rPr>
          <w:rStyle w:val="Tun"/>
        </w:rPr>
      </w:pPr>
      <w:r w:rsidRPr="0067217B">
        <w:rPr>
          <w:rStyle w:val="Tun"/>
        </w:rPr>
        <w:t xml:space="preserve">Centrum telematiky a diagnostiky </w:t>
      </w:r>
    </w:p>
    <w:p w14:paraId="2A289879" w14:textId="77777777" w:rsidR="000E3187" w:rsidRPr="0067217B" w:rsidRDefault="000E0366" w:rsidP="000E3187">
      <w:pPr>
        <w:pStyle w:val="Textbezslovn"/>
        <w:spacing w:after="0"/>
        <w:rPr>
          <w:rStyle w:val="Tun"/>
        </w:rPr>
      </w:pPr>
      <w:r w:rsidRPr="0067217B">
        <w:rPr>
          <w:rStyle w:val="Tun"/>
        </w:rPr>
        <w:t>Odbor servisních služeb</w:t>
      </w:r>
      <w:r w:rsidR="000E3187" w:rsidRPr="0067217B">
        <w:rPr>
          <w:rStyle w:val="Tun"/>
        </w:rPr>
        <w:t>, OHČ</w:t>
      </w:r>
    </w:p>
    <w:p w14:paraId="726E3298" w14:textId="77777777" w:rsidR="002167D4" w:rsidRPr="0067217B" w:rsidRDefault="002167D4" w:rsidP="002167D4">
      <w:pPr>
        <w:pStyle w:val="Textbezslovn"/>
        <w:keepNext/>
        <w:spacing w:after="0"/>
      </w:pPr>
      <w:r w:rsidRPr="0067217B">
        <w:t>Jeremenkova 103/23</w:t>
      </w:r>
    </w:p>
    <w:p w14:paraId="0897ECDB" w14:textId="77777777" w:rsidR="002167D4" w:rsidRPr="0067217B" w:rsidRDefault="002167D4" w:rsidP="002167D4">
      <w:pPr>
        <w:pStyle w:val="Textbezslovn"/>
      </w:pPr>
      <w:r w:rsidRPr="0067217B">
        <w:t>779 00 Olomouc</w:t>
      </w:r>
    </w:p>
    <w:p w14:paraId="476635F2" w14:textId="77777777" w:rsidR="002167D4" w:rsidRPr="0067217B" w:rsidRDefault="002167D4" w:rsidP="009B5292">
      <w:pPr>
        <w:pStyle w:val="TextbezslBEZMEZER"/>
      </w:pPr>
      <w:r w:rsidRPr="0067217B">
        <w:t xml:space="preserve">nebo e-mail: </w:t>
      </w:r>
      <w:r w:rsidRPr="0067217B">
        <w:rPr>
          <w:rStyle w:val="Tun"/>
        </w:rPr>
        <w:t>typdok@</w:t>
      </w:r>
      <w:r w:rsidR="0094021C" w:rsidRPr="0067217B">
        <w:rPr>
          <w:rStyle w:val="Tun"/>
        </w:rPr>
        <w:t>spravazeleznic</w:t>
      </w:r>
      <w:r w:rsidRPr="0067217B">
        <w:rPr>
          <w:rStyle w:val="Tun"/>
        </w:rPr>
        <w:t>.cz</w:t>
      </w:r>
    </w:p>
    <w:p w14:paraId="37305B15" w14:textId="77777777" w:rsidR="002167D4" w:rsidRPr="0067217B" w:rsidRDefault="002167D4" w:rsidP="002167D4">
      <w:pPr>
        <w:pStyle w:val="Textbezslovn"/>
        <w:spacing w:after="0"/>
      </w:pPr>
      <w:r w:rsidRPr="0067217B">
        <w:t>kontaktní osoba: paní Jarmila Strnadová, tel.: 972 742 396, mobil: 725 039 782</w:t>
      </w:r>
    </w:p>
    <w:p w14:paraId="55230A1F" w14:textId="77777777" w:rsidR="002167D4" w:rsidRPr="0067217B" w:rsidRDefault="002167D4" w:rsidP="00D14922">
      <w:pPr>
        <w:pStyle w:val="Textbezslovn"/>
      </w:pPr>
      <w:r w:rsidRPr="0067217B">
        <w:t>Ceníky: https://typdok.tudc.cz/</w:t>
      </w:r>
    </w:p>
    <w:p w14:paraId="3C482AC4" w14:textId="77777777" w:rsidR="00FD501F" w:rsidRPr="0067217B" w:rsidRDefault="00FD501F" w:rsidP="00A71A6E">
      <w:pPr>
        <w:pStyle w:val="Nadpis2-1"/>
      </w:pPr>
      <w:bookmarkStart w:id="54" w:name="_Toc158708261"/>
      <w:r w:rsidRPr="0067217B">
        <w:t>PŘÍLOHY</w:t>
      </w:r>
      <w:bookmarkEnd w:id="54"/>
    </w:p>
    <w:p w14:paraId="379D836F" w14:textId="48F7DE8E" w:rsidR="0012218D" w:rsidRPr="0067217B" w:rsidRDefault="0012218D" w:rsidP="0012218D">
      <w:pPr>
        <w:pStyle w:val="Text2-1"/>
      </w:pPr>
      <w:bookmarkStart w:id="55" w:name="_Ref92267992"/>
      <w:bookmarkStart w:id="56" w:name="_Ref56174244"/>
      <w:r w:rsidRPr="0067217B">
        <w:t>Dopis Ředitele O13, čj. 168954/2021-SŽ-GŘ-O13, Zajištění prostorové polohy na neelektrizovaných tratích SŽ, ze dne 7. 12. 2021, včetně přílohy k dopisu č. 2</w:t>
      </w:r>
      <w:bookmarkEnd w:id="55"/>
      <w:r w:rsidR="000F045A" w:rsidRPr="0067217B">
        <w:t>3</w:t>
      </w:r>
    </w:p>
    <w:p w14:paraId="479BC4DD" w14:textId="41362DB1" w:rsidR="000F045A" w:rsidRPr="0067217B" w:rsidRDefault="000F045A" w:rsidP="000F045A">
      <w:pPr>
        <w:pStyle w:val="Text2-1"/>
      </w:pPr>
      <w:bookmarkStart w:id="57" w:name="_Ref121495527"/>
      <w:r w:rsidRPr="0067217B">
        <w:t>Specifikace a zásady uchovávání a výměny dat mezi JZP a technologiemi ŽDC, v. 1.00 – 07/2022</w:t>
      </w:r>
      <w:bookmarkEnd w:id="1"/>
      <w:bookmarkEnd w:id="2"/>
      <w:bookmarkEnd w:id="3"/>
      <w:bookmarkEnd w:id="4"/>
      <w:bookmarkEnd w:id="56"/>
      <w:bookmarkEnd w:id="57"/>
      <w:r w:rsidR="002240BA">
        <w:t>.</w:t>
      </w:r>
    </w:p>
    <w:sectPr w:rsidR="000F045A" w:rsidRPr="0067217B" w:rsidSect="00E52A7A">
      <w:headerReference w:type="even" r:id="rId11"/>
      <w:footerReference w:type="even" r:id="rId12"/>
      <w:footerReference w:type="default" r:id="rId13"/>
      <w:head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2C81E" w14:textId="77777777" w:rsidR="00E52A7A" w:rsidRDefault="00E52A7A" w:rsidP="00962258">
      <w:pPr>
        <w:spacing w:after="0" w:line="240" w:lineRule="auto"/>
      </w:pPr>
    </w:p>
    <w:p w14:paraId="26541EC9" w14:textId="77777777" w:rsidR="00E52A7A" w:rsidRDefault="00E52A7A"/>
    <w:p w14:paraId="042DD07A" w14:textId="77777777" w:rsidR="00E52A7A" w:rsidRDefault="00E52A7A"/>
  </w:endnote>
  <w:endnote w:type="continuationSeparator" w:id="0">
    <w:p w14:paraId="58B5889A" w14:textId="77777777" w:rsidR="00E52A7A" w:rsidRDefault="00E52A7A" w:rsidP="00962258">
      <w:pPr>
        <w:spacing w:after="0" w:line="240" w:lineRule="auto"/>
      </w:pPr>
    </w:p>
    <w:p w14:paraId="47464F0A" w14:textId="77777777" w:rsidR="00E52A7A" w:rsidRDefault="00E52A7A"/>
    <w:p w14:paraId="6F531D54" w14:textId="77777777" w:rsidR="00E52A7A" w:rsidRDefault="00E52A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F113B" w:rsidRPr="003462EB" w14:paraId="4A94388B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CBF484B" w14:textId="77777777" w:rsidR="00FF113B" w:rsidRPr="00B8518B" w:rsidRDefault="00FF113B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21450E29" w14:textId="7306651D" w:rsidR="00FF113B" w:rsidRPr="004D477C" w:rsidRDefault="00000000" w:rsidP="00C73C02">
          <w:pPr>
            <w:pStyle w:val="Zpatvlevo"/>
          </w:pPr>
          <w:fldSimple w:instr=" STYLEREF  _Název_akce  \* MERGEFORMAT ">
            <w:r w:rsidR="00EC7C04" w:rsidRPr="00EC7C04">
              <w:rPr>
                <w:b/>
                <w:bCs/>
                <w:noProof/>
              </w:rPr>
              <w:t>Rekonstrukce nástupiště na zastávce Nová Paka město</w:t>
            </w:r>
          </w:fldSimple>
        </w:p>
        <w:p w14:paraId="713CF51C" w14:textId="77777777" w:rsidR="00FF113B" w:rsidRPr="003462EB" w:rsidRDefault="00FF113B" w:rsidP="00294460">
          <w:pPr>
            <w:pStyle w:val="Zpatvlevo"/>
          </w:pPr>
          <w:r>
            <w:t xml:space="preserve">Zvláštní technické podmínky - DOKUMENTACE </w:t>
          </w:r>
        </w:p>
      </w:tc>
    </w:tr>
  </w:tbl>
  <w:p w14:paraId="334A12A0" w14:textId="77777777" w:rsidR="00FF113B" w:rsidRPr="00DB6CED" w:rsidRDefault="00FF113B">
    <w:pPr>
      <w:pStyle w:val="Zpat"/>
      <w:rPr>
        <w:sz w:val="2"/>
        <w:szCs w:val="2"/>
      </w:rPr>
    </w:pPr>
  </w:p>
  <w:p w14:paraId="3BB94DB5" w14:textId="77777777" w:rsidR="00FF113B" w:rsidRPr="001F6737" w:rsidRDefault="00FF113B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F113B" w:rsidRPr="009E09BE" w14:paraId="7F2C9FF9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957EC8A" w14:textId="633F95E5" w:rsidR="00FF113B" w:rsidRDefault="00000000" w:rsidP="00C73C02">
          <w:pPr>
            <w:pStyle w:val="Zpatvpravo"/>
          </w:pPr>
          <w:fldSimple w:instr=" STYLEREF  _Název_akce  \* MERGEFORMAT ">
            <w:r w:rsidR="00EC7C04" w:rsidRPr="00EC7C04">
              <w:rPr>
                <w:b/>
                <w:bCs/>
                <w:noProof/>
              </w:rPr>
              <w:t>Rekonstrukce nástupiště na zastávce Nová Paka město</w:t>
            </w:r>
          </w:fldSimple>
        </w:p>
        <w:p w14:paraId="0D1A0D6D" w14:textId="77777777" w:rsidR="00FF113B" w:rsidRPr="003462EB" w:rsidRDefault="00FF113B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14:paraId="3B81D747" w14:textId="77777777" w:rsidR="00FF113B" w:rsidRPr="009E09BE" w:rsidRDefault="00FF113B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E0203D9" w14:textId="77777777" w:rsidR="00FF113B" w:rsidRPr="001F6737" w:rsidRDefault="00FF113B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C6FF8" w14:textId="77777777" w:rsidR="00E52A7A" w:rsidRDefault="00E52A7A">
      <w:pPr>
        <w:spacing w:after="0" w:line="240" w:lineRule="auto"/>
      </w:pPr>
    </w:p>
    <w:p w14:paraId="20F05FED" w14:textId="77777777" w:rsidR="00E52A7A" w:rsidRDefault="00E52A7A"/>
  </w:footnote>
  <w:footnote w:type="continuationSeparator" w:id="0">
    <w:p w14:paraId="5B09E468" w14:textId="77777777" w:rsidR="00E52A7A" w:rsidRDefault="00E52A7A" w:rsidP="00962258">
      <w:pPr>
        <w:spacing w:after="0" w:line="240" w:lineRule="auto"/>
      </w:pPr>
    </w:p>
    <w:p w14:paraId="258C3E9A" w14:textId="77777777" w:rsidR="00E52A7A" w:rsidRDefault="00E52A7A"/>
    <w:p w14:paraId="104A651A" w14:textId="77777777" w:rsidR="00E52A7A" w:rsidRDefault="00E52A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F650B" w14:textId="77777777" w:rsidR="00FF113B" w:rsidRDefault="00FF113B" w:rsidP="00962258">
    <w:pPr>
      <w:spacing w:after="0" w:line="240" w:lineRule="auto"/>
    </w:pPr>
  </w:p>
  <w:p w14:paraId="7AC418A1" w14:textId="77777777" w:rsidR="00FF113B" w:rsidRDefault="00FF113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F113B" w14:paraId="58996F6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077AB6" w14:textId="77777777" w:rsidR="00FF113B" w:rsidRPr="00B8518B" w:rsidRDefault="00FF113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FB6AFE" w14:textId="77777777" w:rsidR="00FF113B" w:rsidRDefault="00FF113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3046042" wp14:editId="79ED80F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4441B4" w14:textId="77777777" w:rsidR="00FF113B" w:rsidRPr="00D6163D" w:rsidRDefault="00FF113B" w:rsidP="00FC6389">
          <w:pPr>
            <w:pStyle w:val="Druhdokumentu"/>
          </w:pPr>
        </w:p>
      </w:tc>
    </w:tr>
    <w:tr w:rsidR="00FF113B" w14:paraId="15B76AC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153BA88" w14:textId="77777777" w:rsidR="00FF113B" w:rsidRPr="00B8518B" w:rsidRDefault="00FF113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27AD66" w14:textId="77777777" w:rsidR="00FF113B" w:rsidRDefault="00FF113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1341286" w14:textId="77777777" w:rsidR="00FF113B" w:rsidRPr="00D6163D" w:rsidRDefault="00FF113B" w:rsidP="00FC6389">
          <w:pPr>
            <w:pStyle w:val="Druhdokumentu"/>
          </w:pPr>
        </w:p>
      </w:tc>
    </w:tr>
  </w:tbl>
  <w:p w14:paraId="38894FA8" w14:textId="77777777" w:rsidR="00FF113B" w:rsidRPr="00D6163D" w:rsidRDefault="00FF113B" w:rsidP="00FC6389">
    <w:pPr>
      <w:pStyle w:val="Zhlav"/>
      <w:rPr>
        <w:sz w:val="8"/>
        <w:szCs w:val="8"/>
      </w:rPr>
    </w:pPr>
  </w:p>
  <w:p w14:paraId="06C1AC50" w14:textId="77777777" w:rsidR="00FF113B" w:rsidRPr="00460660" w:rsidRDefault="00FF113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115C6ED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3E47912"/>
    <w:multiLevelType w:val="multilevel"/>
    <w:tmpl w:val="31143CC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593777">
    <w:abstractNumId w:val="4"/>
  </w:num>
  <w:num w:numId="2" w16cid:durableId="2058889363">
    <w:abstractNumId w:val="3"/>
  </w:num>
  <w:num w:numId="3" w16cid:durableId="1295021360">
    <w:abstractNumId w:val="1"/>
  </w:num>
  <w:num w:numId="4" w16cid:durableId="2067490923">
    <w:abstractNumId w:val="2"/>
  </w:num>
  <w:num w:numId="5" w16cid:durableId="12818350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4805162">
    <w:abstractNumId w:val="6"/>
  </w:num>
  <w:num w:numId="7" w16cid:durableId="546139390">
    <w:abstractNumId w:val="7"/>
  </w:num>
  <w:num w:numId="8" w16cid:durableId="1906645748">
    <w:abstractNumId w:val="8"/>
  </w:num>
  <w:num w:numId="9" w16cid:durableId="1528981762">
    <w:abstractNumId w:val="0"/>
  </w:num>
  <w:num w:numId="10" w16cid:durableId="240212597">
    <w:abstractNumId w:val="2"/>
  </w:num>
  <w:num w:numId="11" w16cid:durableId="94833698">
    <w:abstractNumId w:val="9"/>
  </w:num>
  <w:num w:numId="12" w16cid:durableId="2075199812">
    <w:abstractNumId w:val="5"/>
  </w:num>
  <w:num w:numId="13" w16cid:durableId="1810827382">
    <w:abstractNumId w:val="2"/>
  </w:num>
  <w:num w:numId="14" w16cid:durableId="929584514">
    <w:abstractNumId w:val="2"/>
  </w:num>
  <w:num w:numId="15" w16cid:durableId="1387147976">
    <w:abstractNumId w:val="2"/>
  </w:num>
  <w:num w:numId="16" w16cid:durableId="1010715013">
    <w:abstractNumId w:val="2"/>
  </w:num>
  <w:num w:numId="17" w16cid:durableId="1088892128">
    <w:abstractNumId w:val="2"/>
  </w:num>
  <w:num w:numId="18" w16cid:durableId="2444163">
    <w:abstractNumId w:val="2"/>
  </w:num>
  <w:num w:numId="19" w16cid:durableId="109466972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98B"/>
    <w:rsid w:val="00001099"/>
    <w:rsid w:val="00001C5B"/>
    <w:rsid w:val="000020CB"/>
    <w:rsid w:val="00002C2C"/>
    <w:rsid w:val="00005498"/>
    <w:rsid w:val="0000658D"/>
    <w:rsid w:val="00007272"/>
    <w:rsid w:val="000077A4"/>
    <w:rsid w:val="00007DC8"/>
    <w:rsid w:val="00007EBD"/>
    <w:rsid w:val="00010288"/>
    <w:rsid w:val="00010BCC"/>
    <w:rsid w:val="000110D4"/>
    <w:rsid w:val="00012EC4"/>
    <w:rsid w:val="00014B9E"/>
    <w:rsid w:val="00017884"/>
    <w:rsid w:val="00017F3C"/>
    <w:rsid w:val="00020ECD"/>
    <w:rsid w:val="0002101A"/>
    <w:rsid w:val="000211B9"/>
    <w:rsid w:val="000235AC"/>
    <w:rsid w:val="000237C5"/>
    <w:rsid w:val="00024C6E"/>
    <w:rsid w:val="00025D15"/>
    <w:rsid w:val="00027C20"/>
    <w:rsid w:val="0003070E"/>
    <w:rsid w:val="00030EE4"/>
    <w:rsid w:val="000321DA"/>
    <w:rsid w:val="000334E0"/>
    <w:rsid w:val="00033C04"/>
    <w:rsid w:val="00034257"/>
    <w:rsid w:val="00035340"/>
    <w:rsid w:val="00035F82"/>
    <w:rsid w:val="00036FB1"/>
    <w:rsid w:val="00037CC7"/>
    <w:rsid w:val="00041EC8"/>
    <w:rsid w:val="00042482"/>
    <w:rsid w:val="00043159"/>
    <w:rsid w:val="000443BF"/>
    <w:rsid w:val="00044BC1"/>
    <w:rsid w:val="00045CAA"/>
    <w:rsid w:val="0004665F"/>
    <w:rsid w:val="00050E57"/>
    <w:rsid w:val="00051099"/>
    <w:rsid w:val="00051A36"/>
    <w:rsid w:val="00052F5B"/>
    <w:rsid w:val="00054C45"/>
    <w:rsid w:val="00054FC6"/>
    <w:rsid w:val="00055340"/>
    <w:rsid w:val="00055799"/>
    <w:rsid w:val="00057EAF"/>
    <w:rsid w:val="00061171"/>
    <w:rsid w:val="0006150F"/>
    <w:rsid w:val="00063392"/>
    <w:rsid w:val="0006465A"/>
    <w:rsid w:val="00064E93"/>
    <w:rsid w:val="0006588D"/>
    <w:rsid w:val="0006702B"/>
    <w:rsid w:val="00067A5E"/>
    <w:rsid w:val="000719BB"/>
    <w:rsid w:val="00072A65"/>
    <w:rsid w:val="00072C1E"/>
    <w:rsid w:val="00072C3F"/>
    <w:rsid w:val="00073C10"/>
    <w:rsid w:val="00074B99"/>
    <w:rsid w:val="00076B14"/>
    <w:rsid w:val="00076DCC"/>
    <w:rsid w:val="00081F97"/>
    <w:rsid w:val="00084EA9"/>
    <w:rsid w:val="00085C8C"/>
    <w:rsid w:val="00087DA0"/>
    <w:rsid w:val="0009020F"/>
    <w:rsid w:val="00091185"/>
    <w:rsid w:val="000918B9"/>
    <w:rsid w:val="00091A89"/>
    <w:rsid w:val="00092933"/>
    <w:rsid w:val="00092FDB"/>
    <w:rsid w:val="00094A07"/>
    <w:rsid w:val="00097F23"/>
    <w:rsid w:val="000A3FFC"/>
    <w:rsid w:val="000A4AD7"/>
    <w:rsid w:val="000A68E8"/>
    <w:rsid w:val="000A6FD8"/>
    <w:rsid w:val="000A712B"/>
    <w:rsid w:val="000A7A2B"/>
    <w:rsid w:val="000B3849"/>
    <w:rsid w:val="000B408F"/>
    <w:rsid w:val="000B4EB8"/>
    <w:rsid w:val="000B5025"/>
    <w:rsid w:val="000B717D"/>
    <w:rsid w:val="000B7400"/>
    <w:rsid w:val="000C1908"/>
    <w:rsid w:val="000C1C2C"/>
    <w:rsid w:val="000C2720"/>
    <w:rsid w:val="000C41F2"/>
    <w:rsid w:val="000D16BE"/>
    <w:rsid w:val="000D203B"/>
    <w:rsid w:val="000D22C4"/>
    <w:rsid w:val="000D27D1"/>
    <w:rsid w:val="000D6AF5"/>
    <w:rsid w:val="000E0366"/>
    <w:rsid w:val="000E1239"/>
    <w:rsid w:val="000E1A7F"/>
    <w:rsid w:val="000E2D3F"/>
    <w:rsid w:val="000E3187"/>
    <w:rsid w:val="000E334C"/>
    <w:rsid w:val="000E5F47"/>
    <w:rsid w:val="000E65AA"/>
    <w:rsid w:val="000E6E13"/>
    <w:rsid w:val="000F0188"/>
    <w:rsid w:val="000F045A"/>
    <w:rsid w:val="000F15F1"/>
    <w:rsid w:val="000F19E2"/>
    <w:rsid w:val="000F1F2B"/>
    <w:rsid w:val="000F2CAB"/>
    <w:rsid w:val="000F30A3"/>
    <w:rsid w:val="000F3601"/>
    <w:rsid w:val="000F364D"/>
    <w:rsid w:val="000F445C"/>
    <w:rsid w:val="000F5539"/>
    <w:rsid w:val="000F5847"/>
    <w:rsid w:val="000F7968"/>
    <w:rsid w:val="000F7D89"/>
    <w:rsid w:val="00100FC1"/>
    <w:rsid w:val="00102C4F"/>
    <w:rsid w:val="001058FF"/>
    <w:rsid w:val="00111D1E"/>
    <w:rsid w:val="001126C6"/>
    <w:rsid w:val="00112864"/>
    <w:rsid w:val="00112C1F"/>
    <w:rsid w:val="00113136"/>
    <w:rsid w:val="00113180"/>
    <w:rsid w:val="00114472"/>
    <w:rsid w:val="00114988"/>
    <w:rsid w:val="00114A6F"/>
    <w:rsid w:val="00114DE9"/>
    <w:rsid w:val="00115069"/>
    <w:rsid w:val="001150F2"/>
    <w:rsid w:val="00115C2A"/>
    <w:rsid w:val="0011653B"/>
    <w:rsid w:val="0011760F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3B03"/>
    <w:rsid w:val="0012423C"/>
    <w:rsid w:val="001254BA"/>
    <w:rsid w:val="0012692E"/>
    <w:rsid w:val="001309C5"/>
    <w:rsid w:val="00130BE1"/>
    <w:rsid w:val="00131510"/>
    <w:rsid w:val="001346AB"/>
    <w:rsid w:val="00136CA8"/>
    <w:rsid w:val="00140271"/>
    <w:rsid w:val="00140403"/>
    <w:rsid w:val="001411AA"/>
    <w:rsid w:val="00141C94"/>
    <w:rsid w:val="00142D23"/>
    <w:rsid w:val="00144939"/>
    <w:rsid w:val="00144BBD"/>
    <w:rsid w:val="00145D3F"/>
    <w:rsid w:val="00146BCB"/>
    <w:rsid w:val="0015027B"/>
    <w:rsid w:val="00151A46"/>
    <w:rsid w:val="00151F76"/>
    <w:rsid w:val="00154E8F"/>
    <w:rsid w:val="0015530C"/>
    <w:rsid w:val="0015704A"/>
    <w:rsid w:val="00161039"/>
    <w:rsid w:val="001613F3"/>
    <w:rsid w:val="001614A8"/>
    <w:rsid w:val="00163F66"/>
    <w:rsid w:val="00164311"/>
    <w:rsid w:val="001656A2"/>
    <w:rsid w:val="00166B5A"/>
    <w:rsid w:val="001708DC"/>
    <w:rsid w:val="00170EC5"/>
    <w:rsid w:val="00173DA4"/>
    <w:rsid w:val="001741CB"/>
    <w:rsid w:val="001747C1"/>
    <w:rsid w:val="00175608"/>
    <w:rsid w:val="0017747A"/>
    <w:rsid w:val="00177D6B"/>
    <w:rsid w:val="00180AA9"/>
    <w:rsid w:val="00181518"/>
    <w:rsid w:val="00185BD2"/>
    <w:rsid w:val="001866F3"/>
    <w:rsid w:val="00186D49"/>
    <w:rsid w:val="001872FA"/>
    <w:rsid w:val="001905FF"/>
    <w:rsid w:val="00190831"/>
    <w:rsid w:val="00191F90"/>
    <w:rsid w:val="00192DD0"/>
    <w:rsid w:val="00195EBD"/>
    <w:rsid w:val="001961F9"/>
    <w:rsid w:val="001A0C52"/>
    <w:rsid w:val="001A229A"/>
    <w:rsid w:val="001A3A6B"/>
    <w:rsid w:val="001A3B3C"/>
    <w:rsid w:val="001A3B6B"/>
    <w:rsid w:val="001A4BB3"/>
    <w:rsid w:val="001A5A32"/>
    <w:rsid w:val="001A5E16"/>
    <w:rsid w:val="001A72E8"/>
    <w:rsid w:val="001A73CE"/>
    <w:rsid w:val="001B0351"/>
    <w:rsid w:val="001B05DB"/>
    <w:rsid w:val="001B0DC1"/>
    <w:rsid w:val="001B0F90"/>
    <w:rsid w:val="001B3099"/>
    <w:rsid w:val="001B3292"/>
    <w:rsid w:val="001B4180"/>
    <w:rsid w:val="001B4244"/>
    <w:rsid w:val="001B4E74"/>
    <w:rsid w:val="001B5F2B"/>
    <w:rsid w:val="001B7668"/>
    <w:rsid w:val="001C34D1"/>
    <w:rsid w:val="001C645F"/>
    <w:rsid w:val="001D589C"/>
    <w:rsid w:val="001E1D84"/>
    <w:rsid w:val="001E3362"/>
    <w:rsid w:val="001E33EC"/>
    <w:rsid w:val="001E678E"/>
    <w:rsid w:val="001E67EF"/>
    <w:rsid w:val="001E7AC3"/>
    <w:rsid w:val="001E7F41"/>
    <w:rsid w:val="001F0F97"/>
    <w:rsid w:val="001F229B"/>
    <w:rsid w:val="001F2B11"/>
    <w:rsid w:val="001F2C87"/>
    <w:rsid w:val="001F386E"/>
    <w:rsid w:val="001F42E1"/>
    <w:rsid w:val="001F4F96"/>
    <w:rsid w:val="001F6319"/>
    <w:rsid w:val="001F6562"/>
    <w:rsid w:val="001F6737"/>
    <w:rsid w:val="001F6BA5"/>
    <w:rsid w:val="002011D3"/>
    <w:rsid w:val="00201EF2"/>
    <w:rsid w:val="002037ED"/>
    <w:rsid w:val="002038C9"/>
    <w:rsid w:val="0020598F"/>
    <w:rsid w:val="002071BB"/>
    <w:rsid w:val="0020770A"/>
    <w:rsid w:val="00207DF5"/>
    <w:rsid w:val="00210586"/>
    <w:rsid w:val="002167D4"/>
    <w:rsid w:val="00216EB4"/>
    <w:rsid w:val="0022111A"/>
    <w:rsid w:val="0022172F"/>
    <w:rsid w:val="002240BA"/>
    <w:rsid w:val="002240C2"/>
    <w:rsid w:val="00224150"/>
    <w:rsid w:val="00224767"/>
    <w:rsid w:val="00234099"/>
    <w:rsid w:val="00234D7A"/>
    <w:rsid w:val="0023537E"/>
    <w:rsid w:val="00236C7D"/>
    <w:rsid w:val="00237DFD"/>
    <w:rsid w:val="00240B81"/>
    <w:rsid w:val="0024118D"/>
    <w:rsid w:val="00241D61"/>
    <w:rsid w:val="0024363F"/>
    <w:rsid w:val="00243F5C"/>
    <w:rsid w:val="00247D01"/>
    <w:rsid w:val="00247EC8"/>
    <w:rsid w:val="0025030F"/>
    <w:rsid w:val="0025050A"/>
    <w:rsid w:val="00251487"/>
    <w:rsid w:val="002549C5"/>
    <w:rsid w:val="00256E6F"/>
    <w:rsid w:val="00261A5B"/>
    <w:rsid w:val="00262E5B"/>
    <w:rsid w:val="0026436E"/>
    <w:rsid w:val="00264BD3"/>
    <w:rsid w:val="00267341"/>
    <w:rsid w:val="0027120B"/>
    <w:rsid w:val="002720BF"/>
    <w:rsid w:val="0027454F"/>
    <w:rsid w:val="00276AFE"/>
    <w:rsid w:val="0028064A"/>
    <w:rsid w:val="00281069"/>
    <w:rsid w:val="002818A4"/>
    <w:rsid w:val="002835DD"/>
    <w:rsid w:val="00283ADC"/>
    <w:rsid w:val="00284517"/>
    <w:rsid w:val="002921C8"/>
    <w:rsid w:val="00294460"/>
    <w:rsid w:val="0029490A"/>
    <w:rsid w:val="00295732"/>
    <w:rsid w:val="00295BBB"/>
    <w:rsid w:val="00295E30"/>
    <w:rsid w:val="00296E6B"/>
    <w:rsid w:val="002A2055"/>
    <w:rsid w:val="002A3B57"/>
    <w:rsid w:val="002A549D"/>
    <w:rsid w:val="002A75EA"/>
    <w:rsid w:val="002A7F34"/>
    <w:rsid w:val="002B06BC"/>
    <w:rsid w:val="002B0A37"/>
    <w:rsid w:val="002B0E1F"/>
    <w:rsid w:val="002B1F20"/>
    <w:rsid w:val="002B335E"/>
    <w:rsid w:val="002B3E5A"/>
    <w:rsid w:val="002B4B12"/>
    <w:rsid w:val="002B4BB7"/>
    <w:rsid w:val="002B5384"/>
    <w:rsid w:val="002B6B58"/>
    <w:rsid w:val="002C2606"/>
    <w:rsid w:val="002C31BF"/>
    <w:rsid w:val="002C5286"/>
    <w:rsid w:val="002C675E"/>
    <w:rsid w:val="002D13A7"/>
    <w:rsid w:val="002D2102"/>
    <w:rsid w:val="002D6ABD"/>
    <w:rsid w:val="002D75D3"/>
    <w:rsid w:val="002D7FD6"/>
    <w:rsid w:val="002E0CD7"/>
    <w:rsid w:val="002E0CFB"/>
    <w:rsid w:val="002E18CD"/>
    <w:rsid w:val="002E4870"/>
    <w:rsid w:val="002E4CD5"/>
    <w:rsid w:val="002E5579"/>
    <w:rsid w:val="002E5C7B"/>
    <w:rsid w:val="002E7A78"/>
    <w:rsid w:val="002F0AE6"/>
    <w:rsid w:val="002F183A"/>
    <w:rsid w:val="002F2288"/>
    <w:rsid w:val="002F2DAE"/>
    <w:rsid w:val="002F4333"/>
    <w:rsid w:val="002F545B"/>
    <w:rsid w:val="002F6C21"/>
    <w:rsid w:val="002F7044"/>
    <w:rsid w:val="002F7D63"/>
    <w:rsid w:val="00300D09"/>
    <w:rsid w:val="003016D5"/>
    <w:rsid w:val="00301C23"/>
    <w:rsid w:val="00303CB8"/>
    <w:rsid w:val="00304DAF"/>
    <w:rsid w:val="003066C8"/>
    <w:rsid w:val="00306A00"/>
    <w:rsid w:val="00306BA4"/>
    <w:rsid w:val="00306F78"/>
    <w:rsid w:val="00307207"/>
    <w:rsid w:val="003101A5"/>
    <w:rsid w:val="00312B5D"/>
    <w:rsid w:val="003130A4"/>
    <w:rsid w:val="003139AF"/>
    <w:rsid w:val="00314E2D"/>
    <w:rsid w:val="00317F02"/>
    <w:rsid w:val="0032032B"/>
    <w:rsid w:val="00320B3A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5E22"/>
    <w:rsid w:val="00336840"/>
    <w:rsid w:val="00336A6A"/>
    <w:rsid w:val="0033729B"/>
    <w:rsid w:val="003401F9"/>
    <w:rsid w:val="0034107E"/>
    <w:rsid w:val="00341195"/>
    <w:rsid w:val="0034179C"/>
    <w:rsid w:val="003418A3"/>
    <w:rsid w:val="00341EAA"/>
    <w:rsid w:val="00341FC2"/>
    <w:rsid w:val="0034274B"/>
    <w:rsid w:val="00342D89"/>
    <w:rsid w:val="0034393B"/>
    <w:rsid w:val="0034436E"/>
    <w:rsid w:val="0034466D"/>
    <w:rsid w:val="00344EE4"/>
    <w:rsid w:val="00345E7B"/>
    <w:rsid w:val="003461C9"/>
    <w:rsid w:val="0034719F"/>
    <w:rsid w:val="003505E1"/>
    <w:rsid w:val="00350A05"/>
    <w:rsid w:val="00350A35"/>
    <w:rsid w:val="003516EB"/>
    <w:rsid w:val="003520CF"/>
    <w:rsid w:val="0035585F"/>
    <w:rsid w:val="00355A9A"/>
    <w:rsid w:val="00355E7B"/>
    <w:rsid w:val="00356330"/>
    <w:rsid w:val="003571D8"/>
    <w:rsid w:val="003574E3"/>
    <w:rsid w:val="00357BC6"/>
    <w:rsid w:val="00361422"/>
    <w:rsid w:val="0036194B"/>
    <w:rsid w:val="003619EE"/>
    <w:rsid w:val="00362D1E"/>
    <w:rsid w:val="00370B0A"/>
    <w:rsid w:val="003712FF"/>
    <w:rsid w:val="00371447"/>
    <w:rsid w:val="003714F7"/>
    <w:rsid w:val="00372D40"/>
    <w:rsid w:val="0037545D"/>
    <w:rsid w:val="0037669D"/>
    <w:rsid w:val="003773F2"/>
    <w:rsid w:val="00380A75"/>
    <w:rsid w:val="00382598"/>
    <w:rsid w:val="003839B7"/>
    <w:rsid w:val="00383C19"/>
    <w:rsid w:val="00384341"/>
    <w:rsid w:val="00384F59"/>
    <w:rsid w:val="00385D5E"/>
    <w:rsid w:val="00386FF1"/>
    <w:rsid w:val="00391E97"/>
    <w:rsid w:val="0039202C"/>
    <w:rsid w:val="00392EA7"/>
    <w:rsid w:val="00392EB6"/>
    <w:rsid w:val="003956C6"/>
    <w:rsid w:val="003961DC"/>
    <w:rsid w:val="003971B5"/>
    <w:rsid w:val="003A07B0"/>
    <w:rsid w:val="003A1C57"/>
    <w:rsid w:val="003A1D2B"/>
    <w:rsid w:val="003A2293"/>
    <w:rsid w:val="003A2A76"/>
    <w:rsid w:val="003A2CCC"/>
    <w:rsid w:val="003A3107"/>
    <w:rsid w:val="003A32B6"/>
    <w:rsid w:val="003A37B8"/>
    <w:rsid w:val="003A4651"/>
    <w:rsid w:val="003A5471"/>
    <w:rsid w:val="003A639C"/>
    <w:rsid w:val="003A7A87"/>
    <w:rsid w:val="003B2E29"/>
    <w:rsid w:val="003B4FBA"/>
    <w:rsid w:val="003B675E"/>
    <w:rsid w:val="003B699A"/>
    <w:rsid w:val="003C0849"/>
    <w:rsid w:val="003C33F2"/>
    <w:rsid w:val="003C3B43"/>
    <w:rsid w:val="003C50D6"/>
    <w:rsid w:val="003C6679"/>
    <w:rsid w:val="003C77F1"/>
    <w:rsid w:val="003D11A8"/>
    <w:rsid w:val="003D1690"/>
    <w:rsid w:val="003D1B7D"/>
    <w:rsid w:val="003D1D34"/>
    <w:rsid w:val="003D4852"/>
    <w:rsid w:val="003D598B"/>
    <w:rsid w:val="003D6B7B"/>
    <w:rsid w:val="003D6C04"/>
    <w:rsid w:val="003D756E"/>
    <w:rsid w:val="003E420D"/>
    <w:rsid w:val="003E4C13"/>
    <w:rsid w:val="003E500E"/>
    <w:rsid w:val="003F0164"/>
    <w:rsid w:val="003F0891"/>
    <w:rsid w:val="003F08B2"/>
    <w:rsid w:val="003F1009"/>
    <w:rsid w:val="003F2BC6"/>
    <w:rsid w:val="004016ED"/>
    <w:rsid w:val="004049CE"/>
    <w:rsid w:val="00404A6E"/>
    <w:rsid w:val="004067B7"/>
    <w:rsid w:val="00406C03"/>
    <w:rsid w:val="004078F3"/>
    <w:rsid w:val="00410410"/>
    <w:rsid w:val="004133A5"/>
    <w:rsid w:val="00417EC3"/>
    <w:rsid w:val="00422F36"/>
    <w:rsid w:val="00423042"/>
    <w:rsid w:val="0042307C"/>
    <w:rsid w:val="00425E8F"/>
    <w:rsid w:val="004264F6"/>
    <w:rsid w:val="00427794"/>
    <w:rsid w:val="00430F25"/>
    <w:rsid w:val="00435ADC"/>
    <w:rsid w:val="00436551"/>
    <w:rsid w:val="00440625"/>
    <w:rsid w:val="00441357"/>
    <w:rsid w:val="00443B09"/>
    <w:rsid w:val="00450F07"/>
    <w:rsid w:val="00453CD3"/>
    <w:rsid w:val="004542C0"/>
    <w:rsid w:val="004561C5"/>
    <w:rsid w:val="00460660"/>
    <w:rsid w:val="00460981"/>
    <w:rsid w:val="004627DA"/>
    <w:rsid w:val="00463BD5"/>
    <w:rsid w:val="004649AD"/>
    <w:rsid w:val="00464BA9"/>
    <w:rsid w:val="00466862"/>
    <w:rsid w:val="004674B2"/>
    <w:rsid w:val="00467A47"/>
    <w:rsid w:val="00474234"/>
    <w:rsid w:val="004747FD"/>
    <w:rsid w:val="00475ECE"/>
    <w:rsid w:val="00481037"/>
    <w:rsid w:val="0048268F"/>
    <w:rsid w:val="00483969"/>
    <w:rsid w:val="004849C7"/>
    <w:rsid w:val="00485FB3"/>
    <w:rsid w:val="00486107"/>
    <w:rsid w:val="00486A80"/>
    <w:rsid w:val="00491250"/>
    <w:rsid w:val="004912B3"/>
    <w:rsid w:val="0049143B"/>
    <w:rsid w:val="00491827"/>
    <w:rsid w:val="00493507"/>
    <w:rsid w:val="004946C7"/>
    <w:rsid w:val="00495336"/>
    <w:rsid w:val="00495EC5"/>
    <w:rsid w:val="004977B5"/>
    <w:rsid w:val="004A1C31"/>
    <w:rsid w:val="004A2717"/>
    <w:rsid w:val="004A5FA9"/>
    <w:rsid w:val="004A6380"/>
    <w:rsid w:val="004B02F2"/>
    <w:rsid w:val="004B0A6E"/>
    <w:rsid w:val="004B210D"/>
    <w:rsid w:val="004B2D1C"/>
    <w:rsid w:val="004B4347"/>
    <w:rsid w:val="004B49BA"/>
    <w:rsid w:val="004B5706"/>
    <w:rsid w:val="004B68F0"/>
    <w:rsid w:val="004B6CF2"/>
    <w:rsid w:val="004B702D"/>
    <w:rsid w:val="004B79D6"/>
    <w:rsid w:val="004C291C"/>
    <w:rsid w:val="004C2F05"/>
    <w:rsid w:val="004C4399"/>
    <w:rsid w:val="004C4A40"/>
    <w:rsid w:val="004C506A"/>
    <w:rsid w:val="004C5ABF"/>
    <w:rsid w:val="004C689F"/>
    <w:rsid w:val="004C787C"/>
    <w:rsid w:val="004C7A0A"/>
    <w:rsid w:val="004D477C"/>
    <w:rsid w:val="004D4960"/>
    <w:rsid w:val="004D67B1"/>
    <w:rsid w:val="004E11DB"/>
    <w:rsid w:val="004E1D99"/>
    <w:rsid w:val="004E3D4D"/>
    <w:rsid w:val="004E5376"/>
    <w:rsid w:val="004E5B7A"/>
    <w:rsid w:val="004E65DD"/>
    <w:rsid w:val="004E7A1F"/>
    <w:rsid w:val="004F2600"/>
    <w:rsid w:val="004F377B"/>
    <w:rsid w:val="004F4B9B"/>
    <w:rsid w:val="004F590D"/>
    <w:rsid w:val="004F6D4D"/>
    <w:rsid w:val="004F70D8"/>
    <w:rsid w:val="00502293"/>
    <w:rsid w:val="005026C3"/>
    <w:rsid w:val="0050666E"/>
    <w:rsid w:val="005070BD"/>
    <w:rsid w:val="00511AB9"/>
    <w:rsid w:val="0051530F"/>
    <w:rsid w:val="00517B35"/>
    <w:rsid w:val="00517EEF"/>
    <w:rsid w:val="00522C50"/>
    <w:rsid w:val="00523BB5"/>
    <w:rsid w:val="00523E75"/>
    <w:rsid w:val="00523EA7"/>
    <w:rsid w:val="00526178"/>
    <w:rsid w:val="005314E0"/>
    <w:rsid w:val="00531CB9"/>
    <w:rsid w:val="00531D50"/>
    <w:rsid w:val="005324FB"/>
    <w:rsid w:val="005327AC"/>
    <w:rsid w:val="0053341E"/>
    <w:rsid w:val="00536253"/>
    <w:rsid w:val="00537342"/>
    <w:rsid w:val="005406EB"/>
    <w:rsid w:val="00543199"/>
    <w:rsid w:val="0054434C"/>
    <w:rsid w:val="00544BEB"/>
    <w:rsid w:val="0054635F"/>
    <w:rsid w:val="00546592"/>
    <w:rsid w:val="00552AA5"/>
    <w:rsid w:val="00553375"/>
    <w:rsid w:val="0055391E"/>
    <w:rsid w:val="00555884"/>
    <w:rsid w:val="0055592D"/>
    <w:rsid w:val="00561678"/>
    <w:rsid w:val="00564751"/>
    <w:rsid w:val="005650C7"/>
    <w:rsid w:val="005651C3"/>
    <w:rsid w:val="00565586"/>
    <w:rsid w:val="00566F04"/>
    <w:rsid w:val="005674BF"/>
    <w:rsid w:val="005700AD"/>
    <w:rsid w:val="00571197"/>
    <w:rsid w:val="0057281B"/>
    <w:rsid w:val="00572939"/>
    <w:rsid w:val="005736B7"/>
    <w:rsid w:val="00574509"/>
    <w:rsid w:val="0057455F"/>
    <w:rsid w:val="00575E5A"/>
    <w:rsid w:val="00576BE1"/>
    <w:rsid w:val="005777AF"/>
    <w:rsid w:val="00580245"/>
    <w:rsid w:val="0058189F"/>
    <w:rsid w:val="00583ABD"/>
    <w:rsid w:val="00583B58"/>
    <w:rsid w:val="005857FD"/>
    <w:rsid w:val="005870D5"/>
    <w:rsid w:val="0058742A"/>
    <w:rsid w:val="00590874"/>
    <w:rsid w:val="005922A4"/>
    <w:rsid w:val="00592CFA"/>
    <w:rsid w:val="00593FD0"/>
    <w:rsid w:val="0059487D"/>
    <w:rsid w:val="00594F1A"/>
    <w:rsid w:val="00596B45"/>
    <w:rsid w:val="00597608"/>
    <w:rsid w:val="00597A58"/>
    <w:rsid w:val="005A1BFB"/>
    <w:rsid w:val="005A1F44"/>
    <w:rsid w:val="005A2C9F"/>
    <w:rsid w:val="005A5D09"/>
    <w:rsid w:val="005A6FEF"/>
    <w:rsid w:val="005A72CD"/>
    <w:rsid w:val="005A755B"/>
    <w:rsid w:val="005B0685"/>
    <w:rsid w:val="005B1A91"/>
    <w:rsid w:val="005B5DE8"/>
    <w:rsid w:val="005B7C5E"/>
    <w:rsid w:val="005C2234"/>
    <w:rsid w:val="005C47F3"/>
    <w:rsid w:val="005C6600"/>
    <w:rsid w:val="005C76BB"/>
    <w:rsid w:val="005D01E6"/>
    <w:rsid w:val="005D29E3"/>
    <w:rsid w:val="005D306E"/>
    <w:rsid w:val="005D3C39"/>
    <w:rsid w:val="005D4BE0"/>
    <w:rsid w:val="005E04BE"/>
    <w:rsid w:val="005E30AB"/>
    <w:rsid w:val="005E37F6"/>
    <w:rsid w:val="005E41C1"/>
    <w:rsid w:val="005E42DC"/>
    <w:rsid w:val="005E55A1"/>
    <w:rsid w:val="005E6526"/>
    <w:rsid w:val="005E7008"/>
    <w:rsid w:val="005E7862"/>
    <w:rsid w:val="005F06B9"/>
    <w:rsid w:val="005F3D85"/>
    <w:rsid w:val="005F5655"/>
    <w:rsid w:val="005F593C"/>
    <w:rsid w:val="005F5945"/>
    <w:rsid w:val="0060044A"/>
    <w:rsid w:val="006018E9"/>
    <w:rsid w:val="00601A8C"/>
    <w:rsid w:val="006022A4"/>
    <w:rsid w:val="00603691"/>
    <w:rsid w:val="006038A1"/>
    <w:rsid w:val="00605C65"/>
    <w:rsid w:val="00607F82"/>
    <w:rsid w:val="0061068E"/>
    <w:rsid w:val="006107B7"/>
    <w:rsid w:val="006115D3"/>
    <w:rsid w:val="00612CA0"/>
    <w:rsid w:val="00612D00"/>
    <w:rsid w:val="00613C87"/>
    <w:rsid w:val="006144B7"/>
    <w:rsid w:val="006150AB"/>
    <w:rsid w:val="006152DB"/>
    <w:rsid w:val="0061583D"/>
    <w:rsid w:val="00615A51"/>
    <w:rsid w:val="00617357"/>
    <w:rsid w:val="00617431"/>
    <w:rsid w:val="00620114"/>
    <w:rsid w:val="00620201"/>
    <w:rsid w:val="006204AA"/>
    <w:rsid w:val="00621A29"/>
    <w:rsid w:val="00621E4A"/>
    <w:rsid w:val="00622893"/>
    <w:rsid w:val="006243C1"/>
    <w:rsid w:val="0062519C"/>
    <w:rsid w:val="00631788"/>
    <w:rsid w:val="00631BA9"/>
    <w:rsid w:val="00634E4C"/>
    <w:rsid w:val="00635A1E"/>
    <w:rsid w:val="006360C5"/>
    <w:rsid w:val="00636CD1"/>
    <w:rsid w:val="006401B6"/>
    <w:rsid w:val="00640768"/>
    <w:rsid w:val="00641A04"/>
    <w:rsid w:val="00643A70"/>
    <w:rsid w:val="00647FC4"/>
    <w:rsid w:val="006532F4"/>
    <w:rsid w:val="00655674"/>
    <w:rsid w:val="00655976"/>
    <w:rsid w:val="006559B0"/>
    <w:rsid w:val="0065610E"/>
    <w:rsid w:val="006570FD"/>
    <w:rsid w:val="00657A74"/>
    <w:rsid w:val="00660AD3"/>
    <w:rsid w:val="00661102"/>
    <w:rsid w:val="0066434E"/>
    <w:rsid w:val="006663C9"/>
    <w:rsid w:val="00667547"/>
    <w:rsid w:val="00667B9B"/>
    <w:rsid w:val="006703A9"/>
    <w:rsid w:val="0067217B"/>
    <w:rsid w:val="00672766"/>
    <w:rsid w:val="006729AE"/>
    <w:rsid w:val="00673C93"/>
    <w:rsid w:val="00674E7D"/>
    <w:rsid w:val="00675EED"/>
    <w:rsid w:val="00676357"/>
    <w:rsid w:val="006776B6"/>
    <w:rsid w:val="006779C8"/>
    <w:rsid w:val="00677E77"/>
    <w:rsid w:val="006809F4"/>
    <w:rsid w:val="00680BFC"/>
    <w:rsid w:val="00680DF8"/>
    <w:rsid w:val="006823F1"/>
    <w:rsid w:val="00686836"/>
    <w:rsid w:val="00690921"/>
    <w:rsid w:val="00690FF3"/>
    <w:rsid w:val="0069136C"/>
    <w:rsid w:val="00692219"/>
    <w:rsid w:val="00693150"/>
    <w:rsid w:val="00693A14"/>
    <w:rsid w:val="00694153"/>
    <w:rsid w:val="0069729A"/>
    <w:rsid w:val="006A019B"/>
    <w:rsid w:val="006A06CF"/>
    <w:rsid w:val="006A15FA"/>
    <w:rsid w:val="006A4DBC"/>
    <w:rsid w:val="006A5570"/>
    <w:rsid w:val="006A59CF"/>
    <w:rsid w:val="006A689C"/>
    <w:rsid w:val="006B039E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3F2F"/>
    <w:rsid w:val="006C442A"/>
    <w:rsid w:val="006C628A"/>
    <w:rsid w:val="006C6D4E"/>
    <w:rsid w:val="006C7435"/>
    <w:rsid w:val="006D39E0"/>
    <w:rsid w:val="006D6135"/>
    <w:rsid w:val="006D701A"/>
    <w:rsid w:val="006E0578"/>
    <w:rsid w:val="006E120D"/>
    <w:rsid w:val="006E1793"/>
    <w:rsid w:val="006E2C0F"/>
    <w:rsid w:val="006E314D"/>
    <w:rsid w:val="006E5CC5"/>
    <w:rsid w:val="006E78B7"/>
    <w:rsid w:val="006F0619"/>
    <w:rsid w:val="006F0680"/>
    <w:rsid w:val="006F2454"/>
    <w:rsid w:val="006F3FBE"/>
    <w:rsid w:val="006F58CE"/>
    <w:rsid w:val="006F76E8"/>
    <w:rsid w:val="00701172"/>
    <w:rsid w:val="0070282A"/>
    <w:rsid w:val="007029FF"/>
    <w:rsid w:val="007046E1"/>
    <w:rsid w:val="00704CC4"/>
    <w:rsid w:val="007062F9"/>
    <w:rsid w:val="00710723"/>
    <w:rsid w:val="00710E6C"/>
    <w:rsid w:val="00711862"/>
    <w:rsid w:val="00713441"/>
    <w:rsid w:val="00717009"/>
    <w:rsid w:val="007172B0"/>
    <w:rsid w:val="00717FB4"/>
    <w:rsid w:val="00720802"/>
    <w:rsid w:val="00720A9E"/>
    <w:rsid w:val="007218BD"/>
    <w:rsid w:val="00723ED1"/>
    <w:rsid w:val="00723F1A"/>
    <w:rsid w:val="0072430F"/>
    <w:rsid w:val="007258F3"/>
    <w:rsid w:val="00725973"/>
    <w:rsid w:val="00727F9B"/>
    <w:rsid w:val="0073046B"/>
    <w:rsid w:val="007317C2"/>
    <w:rsid w:val="0073245A"/>
    <w:rsid w:val="007324B4"/>
    <w:rsid w:val="00732E1A"/>
    <w:rsid w:val="00733AD8"/>
    <w:rsid w:val="0073475D"/>
    <w:rsid w:val="007359AF"/>
    <w:rsid w:val="00736ED5"/>
    <w:rsid w:val="0074086C"/>
    <w:rsid w:val="00740AF5"/>
    <w:rsid w:val="00742CB1"/>
    <w:rsid w:val="00743525"/>
    <w:rsid w:val="00745555"/>
    <w:rsid w:val="00745C20"/>
    <w:rsid w:val="00745F94"/>
    <w:rsid w:val="007522A5"/>
    <w:rsid w:val="007541A2"/>
    <w:rsid w:val="00755818"/>
    <w:rsid w:val="007566B8"/>
    <w:rsid w:val="00757963"/>
    <w:rsid w:val="0076048B"/>
    <w:rsid w:val="00760D06"/>
    <w:rsid w:val="00761767"/>
    <w:rsid w:val="0076286B"/>
    <w:rsid w:val="0076302C"/>
    <w:rsid w:val="007642BC"/>
    <w:rsid w:val="00764F31"/>
    <w:rsid w:val="007653BF"/>
    <w:rsid w:val="00766846"/>
    <w:rsid w:val="0076790E"/>
    <w:rsid w:val="00767D3E"/>
    <w:rsid w:val="007729EC"/>
    <w:rsid w:val="0077309B"/>
    <w:rsid w:val="0077462D"/>
    <w:rsid w:val="00775B79"/>
    <w:rsid w:val="0077673A"/>
    <w:rsid w:val="00776B50"/>
    <w:rsid w:val="00777F4D"/>
    <w:rsid w:val="0078075E"/>
    <w:rsid w:val="007846E1"/>
    <w:rsid w:val="007847D6"/>
    <w:rsid w:val="00786A31"/>
    <w:rsid w:val="00786B38"/>
    <w:rsid w:val="007879B0"/>
    <w:rsid w:val="00787CF8"/>
    <w:rsid w:val="00787EE6"/>
    <w:rsid w:val="00791424"/>
    <w:rsid w:val="007923D7"/>
    <w:rsid w:val="00795247"/>
    <w:rsid w:val="00795D15"/>
    <w:rsid w:val="007A23D2"/>
    <w:rsid w:val="007A3321"/>
    <w:rsid w:val="007A3A66"/>
    <w:rsid w:val="007A5172"/>
    <w:rsid w:val="007A5266"/>
    <w:rsid w:val="007A5DC5"/>
    <w:rsid w:val="007A5E51"/>
    <w:rsid w:val="007A5F2F"/>
    <w:rsid w:val="007A61B2"/>
    <w:rsid w:val="007A67A0"/>
    <w:rsid w:val="007B035E"/>
    <w:rsid w:val="007B0545"/>
    <w:rsid w:val="007B17F8"/>
    <w:rsid w:val="007B3251"/>
    <w:rsid w:val="007B484F"/>
    <w:rsid w:val="007B5432"/>
    <w:rsid w:val="007B570C"/>
    <w:rsid w:val="007C098B"/>
    <w:rsid w:val="007C1805"/>
    <w:rsid w:val="007C2741"/>
    <w:rsid w:val="007C3D28"/>
    <w:rsid w:val="007C5DAB"/>
    <w:rsid w:val="007C7D53"/>
    <w:rsid w:val="007D097B"/>
    <w:rsid w:val="007D1788"/>
    <w:rsid w:val="007D1DF6"/>
    <w:rsid w:val="007D375C"/>
    <w:rsid w:val="007D3E0E"/>
    <w:rsid w:val="007E240F"/>
    <w:rsid w:val="007E34EC"/>
    <w:rsid w:val="007E4A6E"/>
    <w:rsid w:val="007E57CF"/>
    <w:rsid w:val="007E58E5"/>
    <w:rsid w:val="007E6A42"/>
    <w:rsid w:val="007F26AC"/>
    <w:rsid w:val="007F2DEA"/>
    <w:rsid w:val="007F35C7"/>
    <w:rsid w:val="007F48EC"/>
    <w:rsid w:val="007F4F61"/>
    <w:rsid w:val="007F56A7"/>
    <w:rsid w:val="007F5978"/>
    <w:rsid w:val="007F7324"/>
    <w:rsid w:val="007F760C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17709"/>
    <w:rsid w:val="008205B0"/>
    <w:rsid w:val="0082077F"/>
    <w:rsid w:val="00820A4A"/>
    <w:rsid w:val="00821D01"/>
    <w:rsid w:val="00822252"/>
    <w:rsid w:val="00824D10"/>
    <w:rsid w:val="00826B7B"/>
    <w:rsid w:val="00827346"/>
    <w:rsid w:val="0083084C"/>
    <w:rsid w:val="008313AE"/>
    <w:rsid w:val="0083197D"/>
    <w:rsid w:val="00832B9D"/>
    <w:rsid w:val="00833E57"/>
    <w:rsid w:val="00834146"/>
    <w:rsid w:val="00835F1F"/>
    <w:rsid w:val="008361DB"/>
    <w:rsid w:val="008364A3"/>
    <w:rsid w:val="008407BA"/>
    <w:rsid w:val="00840F1C"/>
    <w:rsid w:val="00845232"/>
    <w:rsid w:val="0084582D"/>
    <w:rsid w:val="00845ECF"/>
    <w:rsid w:val="008462F9"/>
    <w:rsid w:val="00846789"/>
    <w:rsid w:val="00846E5B"/>
    <w:rsid w:val="0084756B"/>
    <w:rsid w:val="008516D4"/>
    <w:rsid w:val="00852433"/>
    <w:rsid w:val="00854CB9"/>
    <w:rsid w:val="0085511E"/>
    <w:rsid w:val="00855417"/>
    <w:rsid w:val="008570D2"/>
    <w:rsid w:val="0085762E"/>
    <w:rsid w:val="00857CC4"/>
    <w:rsid w:val="00861005"/>
    <w:rsid w:val="008610C9"/>
    <w:rsid w:val="00863F7F"/>
    <w:rsid w:val="008652FA"/>
    <w:rsid w:val="00870675"/>
    <w:rsid w:val="008714B8"/>
    <w:rsid w:val="008716E5"/>
    <w:rsid w:val="008721B2"/>
    <w:rsid w:val="008734E3"/>
    <w:rsid w:val="0087533C"/>
    <w:rsid w:val="00875F3F"/>
    <w:rsid w:val="00876DF2"/>
    <w:rsid w:val="00877848"/>
    <w:rsid w:val="00880ECB"/>
    <w:rsid w:val="00885BA7"/>
    <w:rsid w:val="00886708"/>
    <w:rsid w:val="00887F36"/>
    <w:rsid w:val="00890A4F"/>
    <w:rsid w:val="00891A8B"/>
    <w:rsid w:val="00894234"/>
    <w:rsid w:val="00894F93"/>
    <w:rsid w:val="00897CE4"/>
    <w:rsid w:val="008A0468"/>
    <w:rsid w:val="008A053B"/>
    <w:rsid w:val="008A1B24"/>
    <w:rsid w:val="008A3568"/>
    <w:rsid w:val="008A3C64"/>
    <w:rsid w:val="008A3E70"/>
    <w:rsid w:val="008A575B"/>
    <w:rsid w:val="008A5A7B"/>
    <w:rsid w:val="008A5DA7"/>
    <w:rsid w:val="008B077C"/>
    <w:rsid w:val="008B0CB2"/>
    <w:rsid w:val="008B0E82"/>
    <w:rsid w:val="008B3694"/>
    <w:rsid w:val="008B406C"/>
    <w:rsid w:val="008B78BB"/>
    <w:rsid w:val="008C07FD"/>
    <w:rsid w:val="008C24A8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293F"/>
    <w:rsid w:val="008D2A7B"/>
    <w:rsid w:val="008D30C7"/>
    <w:rsid w:val="008D3163"/>
    <w:rsid w:val="008D53EC"/>
    <w:rsid w:val="008D6F4F"/>
    <w:rsid w:val="008D7197"/>
    <w:rsid w:val="008D7898"/>
    <w:rsid w:val="008E3AED"/>
    <w:rsid w:val="008E3D81"/>
    <w:rsid w:val="008E5968"/>
    <w:rsid w:val="008E5EBB"/>
    <w:rsid w:val="008E76A2"/>
    <w:rsid w:val="008F0949"/>
    <w:rsid w:val="008F18D6"/>
    <w:rsid w:val="008F2C9B"/>
    <w:rsid w:val="008F2EA4"/>
    <w:rsid w:val="008F35ED"/>
    <w:rsid w:val="008F65E4"/>
    <w:rsid w:val="008F797B"/>
    <w:rsid w:val="0090102C"/>
    <w:rsid w:val="00902000"/>
    <w:rsid w:val="00902470"/>
    <w:rsid w:val="00904780"/>
    <w:rsid w:val="0090547B"/>
    <w:rsid w:val="0090635B"/>
    <w:rsid w:val="009065D9"/>
    <w:rsid w:val="00906B4E"/>
    <w:rsid w:val="00907522"/>
    <w:rsid w:val="00907F75"/>
    <w:rsid w:val="00914F81"/>
    <w:rsid w:val="00915BE8"/>
    <w:rsid w:val="00916A41"/>
    <w:rsid w:val="00920A8F"/>
    <w:rsid w:val="00921298"/>
    <w:rsid w:val="009215A7"/>
    <w:rsid w:val="00922385"/>
    <w:rsid w:val="009223DF"/>
    <w:rsid w:val="00923406"/>
    <w:rsid w:val="0093002D"/>
    <w:rsid w:val="00931483"/>
    <w:rsid w:val="009317AD"/>
    <w:rsid w:val="00933FBE"/>
    <w:rsid w:val="00934169"/>
    <w:rsid w:val="00935170"/>
    <w:rsid w:val="00935D3E"/>
    <w:rsid w:val="0093604A"/>
    <w:rsid w:val="00936091"/>
    <w:rsid w:val="0094021C"/>
    <w:rsid w:val="00940D8A"/>
    <w:rsid w:val="009423CE"/>
    <w:rsid w:val="009453A5"/>
    <w:rsid w:val="00945E81"/>
    <w:rsid w:val="009473E5"/>
    <w:rsid w:val="00947785"/>
    <w:rsid w:val="00947F53"/>
    <w:rsid w:val="00950944"/>
    <w:rsid w:val="00950C60"/>
    <w:rsid w:val="0095131E"/>
    <w:rsid w:val="00952DEB"/>
    <w:rsid w:val="00953968"/>
    <w:rsid w:val="00953D36"/>
    <w:rsid w:val="00954536"/>
    <w:rsid w:val="00960740"/>
    <w:rsid w:val="00962258"/>
    <w:rsid w:val="0096387E"/>
    <w:rsid w:val="00965A6B"/>
    <w:rsid w:val="009664F3"/>
    <w:rsid w:val="0096651A"/>
    <w:rsid w:val="0096662C"/>
    <w:rsid w:val="009671FD"/>
    <w:rsid w:val="009678B7"/>
    <w:rsid w:val="00967E3A"/>
    <w:rsid w:val="009710F0"/>
    <w:rsid w:val="0097239D"/>
    <w:rsid w:val="0097684E"/>
    <w:rsid w:val="00976D0B"/>
    <w:rsid w:val="00977657"/>
    <w:rsid w:val="009809EE"/>
    <w:rsid w:val="0098105F"/>
    <w:rsid w:val="00982780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4769"/>
    <w:rsid w:val="0099521F"/>
    <w:rsid w:val="00996CB8"/>
    <w:rsid w:val="009A2423"/>
    <w:rsid w:val="009A26CD"/>
    <w:rsid w:val="009A404E"/>
    <w:rsid w:val="009A5E92"/>
    <w:rsid w:val="009A6C29"/>
    <w:rsid w:val="009B0F0D"/>
    <w:rsid w:val="009B173B"/>
    <w:rsid w:val="009B2E97"/>
    <w:rsid w:val="009B5146"/>
    <w:rsid w:val="009B5292"/>
    <w:rsid w:val="009C0D52"/>
    <w:rsid w:val="009C418E"/>
    <w:rsid w:val="009C442C"/>
    <w:rsid w:val="009C4747"/>
    <w:rsid w:val="009C6040"/>
    <w:rsid w:val="009D22BA"/>
    <w:rsid w:val="009D2FC5"/>
    <w:rsid w:val="009D3A3B"/>
    <w:rsid w:val="009E07F4"/>
    <w:rsid w:val="009E3AE6"/>
    <w:rsid w:val="009E599B"/>
    <w:rsid w:val="009E5D4B"/>
    <w:rsid w:val="009E7D0F"/>
    <w:rsid w:val="009F0B62"/>
    <w:rsid w:val="009F309B"/>
    <w:rsid w:val="009F37D3"/>
    <w:rsid w:val="009F392E"/>
    <w:rsid w:val="009F53C5"/>
    <w:rsid w:val="00A04D7F"/>
    <w:rsid w:val="00A0511B"/>
    <w:rsid w:val="00A068B3"/>
    <w:rsid w:val="00A07212"/>
    <w:rsid w:val="00A0740E"/>
    <w:rsid w:val="00A10354"/>
    <w:rsid w:val="00A11570"/>
    <w:rsid w:val="00A134F8"/>
    <w:rsid w:val="00A14000"/>
    <w:rsid w:val="00A170BE"/>
    <w:rsid w:val="00A2071C"/>
    <w:rsid w:val="00A2078C"/>
    <w:rsid w:val="00A2272A"/>
    <w:rsid w:val="00A274FD"/>
    <w:rsid w:val="00A27CFE"/>
    <w:rsid w:val="00A3050C"/>
    <w:rsid w:val="00A310A9"/>
    <w:rsid w:val="00A31557"/>
    <w:rsid w:val="00A32426"/>
    <w:rsid w:val="00A3302C"/>
    <w:rsid w:val="00A331F6"/>
    <w:rsid w:val="00A35CB3"/>
    <w:rsid w:val="00A4050F"/>
    <w:rsid w:val="00A43DC4"/>
    <w:rsid w:val="00A50162"/>
    <w:rsid w:val="00A5016C"/>
    <w:rsid w:val="00A50196"/>
    <w:rsid w:val="00A50641"/>
    <w:rsid w:val="00A530BF"/>
    <w:rsid w:val="00A559D9"/>
    <w:rsid w:val="00A56DD0"/>
    <w:rsid w:val="00A572A2"/>
    <w:rsid w:val="00A57A0E"/>
    <w:rsid w:val="00A60589"/>
    <w:rsid w:val="00A6177B"/>
    <w:rsid w:val="00A61E60"/>
    <w:rsid w:val="00A62E74"/>
    <w:rsid w:val="00A65B47"/>
    <w:rsid w:val="00A66136"/>
    <w:rsid w:val="00A671A6"/>
    <w:rsid w:val="00A675E9"/>
    <w:rsid w:val="00A678C3"/>
    <w:rsid w:val="00A67A62"/>
    <w:rsid w:val="00A7026F"/>
    <w:rsid w:val="00A71189"/>
    <w:rsid w:val="00A71A6E"/>
    <w:rsid w:val="00A729D6"/>
    <w:rsid w:val="00A72C6A"/>
    <w:rsid w:val="00A7364A"/>
    <w:rsid w:val="00A74603"/>
    <w:rsid w:val="00A74DCC"/>
    <w:rsid w:val="00A753ED"/>
    <w:rsid w:val="00A773D0"/>
    <w:rsid w:val="00A77512"/>
    <w:rsid w:val="00A80263"/>
    <w:rsid w:val="00A80C1C"/>
    <w:rsid w:val="00A836EC"/>
    <w:rsid w:val="00A87C80"/>
    <w:rsid w:val="00A903CC"/>
    <w:rsid w:val="00A928BB"/>
    <w:rsid w:val="00A9491F"/>
    <w:rsid w:val="00A94C2F"/>
    <w:rsid w:val="00A954B7"/>
    <w:rsid w:val="00A956BB"/>
    <w:rsid w:val="00A95880"/>
    <w:rsid w:val="00AA08C6"/>
    <w:rsid w:val="00AA1D56"/>
    <w:rsid w:val="00AA3D32"/>
    <w:rsid w:val="00AA4CBB"/>
    <w:rsid w:val="00AA62DA"/>
    <w:rsid w:val="00AA64B5"/>
    <w:rsid w:val="00AA65FA"/>
    <w:rsid w:val="00AA7351"/>
    <w:rsid w:val="00AA77DA"/>
    <w:rsid w:val="00AB27B2"/>
    <w:rsid w:val="00AB58E9"/>
    <w:rsid w:val="00AB6FAD"/>
    <w:rsid w:val="00AC2E12"/>
    <w:rsid w:val="00AC43C9"/>
    <w:rsid w:val="00AC5FA4"/>
    <w:rsid w:val="00AC75D1"/>
    <w:rsid w:val="00AC7EE6"/>
    <w:rsid w:val="00AD056F"/>
    <w:rsid w:val="00AD0B46"/>
    <w:rsid w:val="00AD0C7B"/>
    <w:rsid w:val="00AD2854"/>
    <w:rsid w:val="00AD38D0"/>
    <w:rsid w:val="00AD5F1A"/>
    <w:rsid w:val="00AD6731"/>
    <w:rsid w:val="00AD71EB"/>
    <w:rsid w:val="00AE072B"/>
    <w:rsid w:val="00AE175A"/>
    <w:rsid w:val="00AE18B9"/>
    <w:rsid w:val="00AE2369"/>
    <w:rsid w:val="00AE429F"/>
    <w:rsid w:val="00AE4CAB"/>
    <w:rsid w:val="00AE4F8B"/>
    <w:rsid w:val="00AE741B"/>
    <w:rsid w:val="00AF4FD5"/>
    <w:rsid w:val="00AF597B"/>
    <w:rsid w:val="00B008D5"/>
    <w:rsid w:val="00B00CFD"/>
    <w:rsid w:val="00B00FEA"/>
    <w:rsid w:val="00B02F73"/>
    <w:rsid w:val="00B0619F"/>
    <w:rsid w:val="00B06649"/>
    <w:rsid w:val="00B06848"/>
    <w:rsid w:val="00B101FD"/>
    <w:rsid w:val="00B11AC7"/>
    <w:rsid w:val="00B1362D"/>
    <w:rsid w:val="00B13A26"/>
    <w:rsid w:val="00B14A3D"/>
    <w:rsid w:val="00B15D0D"/>
    <w:rsid w:val="00B210C3"/>
    <w:rsid w:val="00B213FD"/>
    <w:rsid w:val="00B215F0"/>
    <w:rsid w:val="00B22106"/>
    <w:rsid w:val="00B2243A"/>
    <w:rsid w:val="00B25FE0"/>
    <w:rsid w:val="00B265D3"/>
    <w:rsid w:val="00B26F69"/>
    <w:rsid w:val="00B27A7B"/>
    <w:rsid w:val="00B35C5C"/>
    <w:rsid w:val="00B37AA3"/>
    <w:rsid w:val="00B41B94"/>
    <w:rsid w:val="00B42CCA"/>
    <w:rsid w:val="00B4684D"/>
    <w:rsid w:val="00B46DEB"/>
    <w:rsid w:val="00B507F3"/>
    <w:rsid w:val="00B50AB2"/>
    <w:rsid w:val="00B531B2"/>
    <w:rsid w:val="00B5431A"/>
    <w:rsid w:val="00B55740"/>
    <w:rsid w:val="00B60608"/>
    <w:rsid w:val="00B62201"/>
    <w:rsid w:val="00B633F3"/>
    <w:rsid w:val="00B64DD5"/>
    <w:rsid w:val="00B650AB"/>
    <w:rsid w:val="00B667B4"/>
    <w:rsid w:val="00B66E37"/>
    <w:rsid w:val="00B7055C"/>
    <w:rsid w:val="00B707DB"/>
    <w:rsid w:val="00B7137A"/>
    <w:rsid w:val="00B71C7C"/>
    <w:rsid w:val="00B7334E"/>
    <w:rsid w:val="00B75EE1"/>
    <w:rsid w:val="00B7646A"/>
    <w:rsid w:val="00B77481"/>
    <w:rsid w:val="00B808CC"/>
    <w:rsid w:val="00B81C32"/>
    <w:rsid w:val="00B82C79"/>
    <w:rsid w:val="00B8328C"/>
    <w:rsid w:val="00B839A9"/>
    <w:rsid w:val="00B840ED"/>
    <w:rsid w:val="00B8518B"/>
    <w:rsid w:val="00B853D1"/>
    <w:rsid w:val="00B875EE"/>
    <w:rsid w:val="00B9056E"/>
    <w:rsid w:val="00B906A0"/>
    <w:rsid w:val="00B91B9F"/>
    <w:rsid w:val="00B931DA"/>
    <w:rsid w:val="00B9469E"/>
    <w:rsid w:val="00B95664"/>
    <w:rsid w:val="00B97CC3"/>
    <w:rsid w:val="00BA1AE5"/>
    <w:rsid w:val="00BA477A"/>
    <w:rsid w:val="00BA5C89"/>
    <w:rsid w:val="00BA6767"/>
    <w:rsid w:val="00BB430C"/>
    <w:rsid w:val="00BB5335"/>
    <w:rsid w:val="00BB605E"/>
    <w:rsid w:val="00BB6777"/>
    <w:rsid w:val="00BB6C51"/>
    <w:rsid w:val="00BB72B3"/>
    <w:rsid w:val="00BC06C4"/>
    <w:rsid w:val="00BC2185"/>
    <w:rsid w:val="00BC247D"/>
    <w:rsid w:val="00BC66EF"/>
    <w:rsid w:val="00BD2087"/>
    <w:rsid w:val="00BD2FD3"/>
    <w:rsid w:val="00BD4FC6"/>
    <w:rsid w:val="00BD65B8"/>
    <w:rsid w:val="00BD7E91"/>
    <w:rsid w:val="00BD7F0D"/>
    <w:rsid w:val="00BE04EE"/>
    <w:rsid w:val="00BE3F50"/>
    <w:rsid w:val="00BE55BB"/>
    <w:rsid w:val="00BE5FF8"/>
    <w:rsid w:val="00BE6B33"/>
    <w:rsid w:val="00BF0698"/>
    <w:rsid w:val="00BF07F6"/>
    <w:rsid w:val="00BF26F4"/>
    <w:rsid w:val="00BF5017"/>
    <w:rsid w:val="00BF58D1"/>
    <w:rsid w:val="00BF6101"/>
    <w:rsid w:val="00C00F94"/>
    <w:rsid w:val="00C02D0A"/>
    <w:rsid w:val="00C03A6E"/>
    <w:rsid w:val="00C03EC4"/>
    <w:rsid w:val="00C04CAA"/>
    <w:rsid w:val="00C0786A"/>
    <w:rsid w:val="00C12009"/>
    <w:rsid w:val="00C128FA"/>
    <w:rsid w:val="00C12DB2"/>
    <w:rsid w:val="00C13860"/>
    <w:rsid w:val="00C16910"/>
    <w:rsid w:val="00C1798F"/>
    <w:rsid w:val="00C2097D"/>
    <w:rsid w:val="00C21A89"/>
    <w:rsid w:val="00C21CCA"/>
    <w:rsid w:val="00C226C0"/>
    <w:rsid w:val="00C22F3F"/>
    <w:rsid w:val="00C237DB"/>
    <w:rsid w:val="00C24593"/>
    <w:rsid w:val="00C24A6A"/>
    <w:rsid w:val="00C2518A"/>
    <w:rsid w:val="00C25544"/>
    <w:rsid w:val="00C26072"/>
    <w:rsid w:val="00C268B0"/>
    <w:rsid w:val="00C31E82"/>
    <w:rsid w:val="00C3311A"/>
    <w:rsid w:val="00C338CF"/>
    <w:rsid w:val="00C34A8A"/>
    <w:rsid w:val="00C355B1"/>
    <w:rsid w:val="00C3560B"/>
    <w:rsid w:val="00C365CE"/>
    <w:rsid w:val="00C3698D"/>
    <w:rsid w:val="00C3790B"/>
    <w:rsid w:val="00C41108"/>
    <w:rsid w:val="00C413B1"/>
    <w:rsid w:val="00C41A00"/>
    <w:rsid w:val="00C4212E"/>
    <w:rsid w:val="00C42FE6"/>
    <w:rsid w:val="00C4422D"/>
    <w:rsid w:val="00C44F6A"/>
    <w:rsid w:val="00C463D8"/>
    <w:rsid w:val="00C501B0"/>
    <w:rsid w:val="00C5206F"/>
    <w:rsid w:val="00C5324E"/>
    <w:rsid w:val="00C536D6"/>
    <w:rsid w:val="00C56680"/>
    <w:rsid w:val="00C6198E"/>
    <w:rsid w:val="00C62230"/>
    <w:rsid w:val="00C62376"/>
    <w:rsid w:val="00C6334A"/>
    <w:rsid w:val="00C63865"/>
    <w:rsid w:val="00C63AAE"/>
    <w:rsid w:val="00C6711F"/>
    <w:rsid w:val="00C708EA"/>
    <w:rsid w:val="00C713A0"/>
    <w:rsid w:val="00C7157F"/>
    <w:rsid w:val="00C71821"/>
    <w:rsid w:val="00C71D96"/>
    <w:rsid w:val="00C73C02"/>
    <w:rsid w:val="00C73D57"/>
    <w:rsid w:val="00C745E8"/>
    <w:rsid w:val="00C7557E"/>
    <w:rsid w:val="00C778A5"/>
    <w:rsid w:val="00C81464"/>
    <w:rsid w:val="00C839D8"/>
    <w:rsid w:val="00C83B6D"/>
    <w:rsid w:val="00C844AC"/>
    <w:rsid w:val="00C845AC"/>
    <w:rsid w:val="00C86240"/>
    <w:rsid w:val="00C87290"/>
    <w:rsid w:val="00C8752E"/>
    <w:rsid w:val="00C876A0"/>
    <w:rsid w:val="00C910A5"/>
    <w:rsid w:val="00C93442"/>
    <w:rsid w:val="00C93B60"/>
    <w:rsid w:val="00C94CE9"/>
    <w:rsid w:val="00C95162"/>
    <w:rsid w:val="00C97C61"/>
    <w:rsid w:val="00CA0CE8"/>
    <w:rsid w:val="00CA5FEC"/>
    <w:rsid w:val="00CA6FB9"/>
    <w:rsid w:val="00CA7194"/>
    <w:rsid w:val="00CA7707"/>
    <w:rsid w:val="00CB0122"/>
    <w:rsid w:val="00CB1FE6"/>
    <w:rsid w:val="00CB243D"/>
    <w:rsid w:val="00CB424B"/>
    <w:rsid w:val="00CB6A37"/>
    <w:rsid w:val="00CB70D2"/>
    <w:rsid w:val="00CB7684"/>
    <w:rsid w:val="00CC095D"/>
    <w:rsid w:val="00CC2111"/>
    <w:rsid w:val="00CC2E7F"/>
    <w:rsid w:val="00CC3534"/>
    <w:rsid w:val="00CC3731"/>
    <w:rsid w:val="00CC45D0"/>
    <w:rsid w:val="00CC6273"/>
    <w:rsid w:val="00CC7B0D"/>
    <w:rsid w:val="00CC7C8F"/>
    <w:rsid w:val="00CD0A61"/>
    <w:rsid w:val="00CD15A6"/>
    <w:rsid w:val="00CD1B14"/>
    <w:rsid w:val="00CD1F09"/>
    <w:rsid w:val="00CD1FC4"/>
    <w:rsid w:val="00CD2F9A"/>
    <w:rsid w:val="00CD35BD"/>
    <w:rsid w:val="00CD471B"/>
    <w:rsid w:val="00CD75AD"/>
    <w:rsid w:val="00CD783D"/>
    <w:rsid w:val="00CD7A7E"/>
    <w:rsid w:val="00CD7B10"/>
    <w:rsid w:val="00CE7B6C"/>
    <w:rsid w:val="00CE7CFA"/>
    <w:rsid w:val="00CF274B"/>
    <w:rsid w:val="00CF5C14"/>
    <w:rsid w:val="00CF682C"/>
    <w:rsid w:val="00D00464"/>
    <w:rsid w:val="00D0296E"/>
    <w:rsid w:val="00D034A0"/>
    <w:rsid w:val="00D0369E"/>
    <w:rsid w:val="00D03B14"/>
    <w:rsid w:val="00D04149"/>
    <w:rsid w:val="00D04E55"/>
    <w:rsid w:val="00D05B20"/>
    <w:rsid w:val="00D06F87"/>
    <w:rsid w:val="00D0710D"/>
    <w:rsid w:val="00D0732C"/>
    <w:rsid w:val="00D10928"/>
    <w:rsid w:val="00D11029"/>
    <w:rsid w:val="00D14922"/>
    <w:rsid w:val="00D175B5"/>
    <w:rsid w:val="00D20624"/>
    <w:rsid w:val="00D21061"/>
    <w:rsid w:val="00D214AD"/>
    <w:rsid w:val="00D219CD"/>
    <w:rsid w:val="00D24EB0"/>
    <w:rsid w:val="00D263AC"/>
    <w:rsid w:val="00D26B56"/>
    <w:rsid w:val="00D26D04"/>
    <w:rsid w:val="00D31D8B"/>
    <w:rsid w:val="00D322B7"/>
    <w:rsid w:val="00D33AF4"/>
    <w:rsid w:val="00D4038C"/>
    <w:rsid w:val="00D4041B"/>
    <w:rsid w:val="00D4108E"/>
    <w:rsid w:val="00D410CD"/>
    <w:rsid w:val="00D41AC4"/>
    <w:rsid w:val="00D43CF1"/>
    <w:rsid w:val="00D50C7D"/>
    <w:rsid w:val="00D51F16"/>
    <w:rsid w:val="00D52D1F"/>
    <w:rsid w:val="00D52E40"/>
    <w:rsid w:val="00D54DF6"/>
    <w:rsid w:val="00D56DF7"/>
    <w:rsid w:val="00D57689"/>
    <w:rsid w:val="00D6163D"/>
    <w:rsid w:val="00D61C0F"/>
    <w:rsid w:val="00D64999"/>
    <w:rsid w:val="00D65185"/>
    <w:rsid w:val="00D6741D"/>
    <w:rsid w:val="00D70D01"/>
    <w:rsid w:val="00D71989"/>
    <w:rsid w:val="00D71D59"/>
    <w:rsid w:val="00D72553"/>
    <w:rsid w:val="00D72CF6"/>
    <w:rsid w:val="00D7326A"/>
    <w:rsid w:val="00D73A99"/>
    <w:rsid w:val="00D74054"/>
    <w:rsid w:val="00D750F9"/>
    <w:rsid w:val="00D75408"/>
    <w:rsid w:val="00D75830"/>
    <w:rsid w:val="00D7594E"/>
    <w:rsid w:val="00D76A58"/>
    <w:rsid w:val="00D80E6B"/>
    <w:rsid w:val="00D81378"/>
    <w:rsid w:val="00D83067"/>
    <w:rsid w:val="00D831A3"/>
    <w:rsid w:val="00D87252"/>
    <w:rsid w:val="00D901EA"/>
    <w:rsid w:val="00D90C8B"/>
    <w:rsid w:val="00D91150"/>
    <w:rsid w:val="00D9115D"/>
    <w:rsid w:val="00D9406E"/>
    <w:rsid w:val="00D9493E"/>
    <w:rsid w:val="00D95A77"/>
    <w:rsid w:val="00D97BE3"/>
    <w:rsid w:val="00D97C70"/>
    <w:rsid w:val="00DA0FAD"/>
    <w:rsid w:val="00DA27EA"/>
    <w:rsid w:val="00DA3711"/>
    <w:rsid w:val="00DA63A9"/>
    <w:rsid w:val="00DB0562"/>
    <w:rsid w:val="00DB1D3A"/>
    <w:rsid w:val="00DB2496"/>
    <w:rsid w:val="00DB2B61"/>
    <w:rsid w:val="00DB3807"/>
    <w:rsid w:val="00DB5DF8"/>
    <w:rsid w:val="00DB6CED"/>
    <w:rsid w:val="00DC11D1"/>
    <w:rsid w:val="00DC184A"/>
    <w:rsid w:val="00DC18FF"/>
    <w:rsid w:val="00DC1A06"/>
    <w:rsid w:val="00DC2F16"/>
    <w:rsid w:val="00DC6E6F"/>
    <w:rsid w:val="00DD0EF6"/>
    <w:rsid w:val="00DD1244"/>
    <w:rsid w:val="00DD1A2A"/>
    <w:rsid w:val="00DD2E57"/>
    <w:rsid w:val="00DD376D"/>
    <w:rsid w:val="00DD3A6A"/>
    <w:rsid w:val="00DD46F3"/>
    <w:rsid w:val="00DD48F1"/>
    <w:rsid w:val="00DE1470"/>
    <w:rsid w:val="00DE2409"/>
    <w:rsid w:val="00DE51A5"/>
    <w:rsid w:val="00DE56F2"/>
    <w:rsid w:val="00DF116D"/>
    <w:rsid w:val="00DF1A57"/>
    <w:rsid w:val="00DF35DE"/>
    <w:rsid w:val="00DF4DDD"/>
    <w:rsid w:val="00DF53C4"/>
    <w:rsid w:val="00DF5435"/>
    <w:rsid w:val="00DF6700"/>
    <w:rsid w:val="00DF6785"/>
    <w:rsid w:val="00DF72A3"/>
    <w:rsid w:val="00E014A7"/>
    <w:rsid w:val="00E0388F"/>
    <w:rsid w:val="00E04A7B"/>
    <w:rsid w:val="00E058C6"/>
    <w:rsid w:val="00E05DC6"/>
    <w:rsid w:val="00E120DD"/>
    <w:rsid w:val="00E1256A"/>
    <w:rsid w:val="00E13EAC"/>
    <w:rsid w:val="00E16FF7"/>
    <w:rsid w:val="00E1732F"/>
    <w:rsid w:val="00E2186B"/>
    <w:rsid w:val="00E21BD0"/>
    <w:rsid w:val="00E245B7"/>
    <w:rsid w:val="00E26D68"/>
    <w:rsid w:val="00E26E0D"/>
    <w:rsid w:val="00E31590"/>
    <w:rsid w:val="00E3176D"/>
    <w:rsid w:val="00E3286F"/>
    <w:rsid w:val="00E32957"/>
    <w:rsid w:val="00E33C54"/>
    <w:rsid w:val="00E3613A"/>
    <w:rsid w:val="00E37199"/>
    <w:rsid w:val="00E4053A"/>
    <w:rsid w:val="00E405B0"/>
    <w:rsid w:val="00E41675"/>
    <w:rsid w:val="00E424AF"/>
    <w:rsid w:val="00E43317"/>
    <w:rsid w:val="00E44045"/>
    <w:rsid w:val="00E4609C"/>
    <w:rsid w:val="00E46BF0"/>
    <w:rsid w:val="00E474C0"/>
    <w:rsid w:val="00E50CF3"/>
    <w:rsid w:val="00E50F50"/>
    <w:rsid w:val="00E52234"/>
    <w:rsid w:val="00E52A7A"/>
    <w:rsid w:val="00E5647C"/>
    <w:rsid w:val="00E618C4"/>
    <w:rsid w:val="00E62632"/>
    <w:rsid w:val="00E6392F"/>
    <w:rsid w:val="00E63C78"/>
    <w:rsid w:val="00E663C3"/>
    <w:rsid w:val="00E6707D"/>
    <w:rsid w:val="00E67DB4"/>
    <w:rsid w:val="00E71CEA"/>
    <w:rsid w:val="00E7218A"/>
    <w:rsid w:val="00E72450"/>
    <w:rsid w:val="00E72972"/>
    <w:rsid w:val="00E73AAC"/>
    <w:rsid w:val="00E750D7"/>
    <w:rsid w:val="00E76506"/>
    <w:rsid w:val="00E76AEF"/>
    <w:rsid w:val="00E80B14"/>
    <w:rsid w:val="00E813A0"/>
    <w:rsid w:val="00E82C07"/>
    <w:rsid w:val="00E833EB"/>
    <w:rsid w:val="00E84C3A"/>
    <w:rsid w:val="00E86762"/>
    <w:rsid w:val="00E87403"/>
    <w:rsid w:val="00E878EE"/>
    <w:rsid w:val="00E90CCA"/>
    <w:rsid w:val="00E9171A"/>
    <w:rsid w:val="00E958F0"/>
    <w:rsid w:val="00E9697E"/>
    <w:rsid w:val="00EA108C"/>
    <w:rsid w:val="00EA18CE"/>
    <w:rsid w:val="00EA3030"/>
    <w:rsid w:val="00EA3395"/>
    <w:rsid w:val="00EA5162"/>
    <w:rsid w:val="00EA6BF6"/>
    <w:rsid w:val="00EA6EC7"/>
    <w:rsid w:val="00EA7278"/>
    <w:rsid w:val="00EB104F"/>
    <w:rsid w:val="00EB3983"/>
    <w:rsid w:val="00EB46E5"/>
    <w:rsid w:val="00EB59F7"/>
    <w:rsid w:val="00EB5F8D"/>
    <w:rsid w:val="00EB723B"/>
    <w:rsid w:val="00EC05A5"/>
    <w:rsid w:val="00EC2805"/>
    <w:rsid w:val="00EC3D51"/>
    <w:rsid w:val="00EC4BFF"/>
    <w:rsid w:val="00EC5AC0"/>
    <w:rsid w:val="00EC623C"/>
    <w:rsid w:val="00EC7C04"/>
    <w:rsid w:val="00ED033D"/>
    <w:rsid w:val="00ED0703"/>
    <w:rsid w:val="00ED0BE2"/>
    <w:rsid w:val="00ED14BD"/>
    <w:rsid w:val="00ED18DF"/>
    <w:rsid w:val="00ED1D4B"/>
    <w:rsid w:val="00ED46BB"/>
    <w:rsid w:val="00ED4A40"/>
    <w:rsid w:val="00ED5331"/>
    <w:rsid w:val="00EE3BC6"/>
    <w:rsid w:val="00EE3D82"/>
    <w:rsid w:val="00EE564B"/>
    <w:rsid w:val="00EE5C7C"/>
    <w:rsid w:val="00EE5D16"/>
    <w:rsid w:val="00EF085E"/>
    <w:rsid w:val="00EF0FF1"/>
    <w:rsid w:val="00EF1373"/>
    <w:rsid w:val="00EF174F"/>
    <w:rsid w:val="00EF1A05"/>
    <w:rsid w:val="00EF28F8"/>
    <w:rsid w:val="00EF3A25"/>
    <w:rsid w:val="00EF6423"/>
    <w:rsid w:val="00F016C7"/>
    <w:rsid w:val="00F01877"/>
    <w:rsid w:val="00F043AB"/>
    <w:rsid w:val="00F04AD9"/>
    <w:rsid w:val="00F04AFC"/>
    <w:rsid w:val="00F06B5B"/>
    <w:rsid w:val="00F07D0A"/>
    <w:rsid w:val="00F10CC4"/>
    <w:rsid w:val="00F12DEC"/>
    <w:rsid w:val="00F14357"/>
    <w:rsid w:val="00F15B4C"/>
    <w:rsid w:val="00F1715C"/>
    <w:rsid w:val="00F17C17"/>
    <w:rsid w:val="00F17E45"/>
    <w:rsid w:val="00F21AD8"/>
    <w:rsid w:val="00F21DEB"/>
    <w:rsid w:val="00F22F42"/>
    <w:rsid w:val="00F30845"/>
    <w:rsid w:val="00F30C1A"/>
    <w:rsid w:val="00F30D8F"/>
    <w:rsid w:val="00F310F8"/>
    <w:rsid w:val="00F3393A"/>
    <w:rsid w:val="00F33B00"/>
    <w:rsid w:val="00F35168"/>
    <w:rsid w:val="00F35939"/>
    <w:rsid w:val="00F40590"/>
    <w:rsid w:val="00F40E0E"/>
    <w:rsid w:val="00F4214F"/>
    <w:rsid w:val="00F43919"/>
    <w:rsid w:val="00F43A44"/>
    <w:rsid w:val="00F45607"/>
    <w:rsid w:val="00F4722B"/>
    <w:rsid w:val="00F519C3"/>
    <w:rsid w:val="00F538D0"/>
    <w:rsid w:val="00F54432"/>
    <w:rsid w:val="00F54D2D"/>
    <w:rsid w:val="00F5573D"/>
    <w:rsid w:val="00F5609F"/>
    <w:rsid w:val="00F56545"/>
    <w:rsid w:val="00F57602"/>
    <w:rsid w:val="00F61FDB"/>
    <w:rsid w:val="00F63824"/>
    <w:rsid w:val="00F659EB"/>
    <w:rsid w:val="00F66432"/>
    <w:rsid w:val="00F678E3"/>
    <w:rsid w:val="00F705D1"/>
    <w:rsid w:val="00F73B8C"/>
    <w:rsid w:val="00F7477F"/>
    <w:rsid w:val="00F759CC"/>
    <w:rsid w:val="00F7671F"/>
    <w:rsid w:val="00F802CB"/>
    <w:rsid w:val="00F83B76"/>
    <w:rsid w:val="00F83C6C"/>
    <w:rsid w:val="00F845B2"/>
    <w:rsid w:val="00F848B1"/>
    <w:rsid w:val="00F85A04"/>
    <w:rsid w:val="00F85A40"/>
    <w:rsid w:val="00F86BA6"/>
    <w:rsid w:val="00F8788B"/>
    <w:rsid w:val="00F91118"/>
    <w:rsid w:val="00F91516"/>
    <w:rsid w:val="00F92C9E"/>
    <w:rsid w:val="00F93638"/>
    <w:rsid w:val="00F93757"/>
    <w:rsid w:val="00F9442E"/>
    <w:rsid w:val="00FA0851"/>
    <w:rsid w:val="00FA33F9"/>
    <w:rsid w:val="00FB05B2"/>
    <w:rsid w:val="00FB3C48"/>
    <w:rsid w:val="00FB5BFF"/>
    <w:rsid w:val="00FB5DE8"/>
    <w:rsid w:val="00FB6342"/>
    <w:rsid w:val="00FC145C"/>
    <w:rsid w:val="00FC2121"/>
    <w:rsid w:val="00FC2155"/>
    <w:rsid w:val="00FC26FF"/>
    <w:rsid w:val="00FC2DCD"/>
    <w:rsid w:val="00FC5509"/>
    <w:rsid w:val="00FC6389"/>
    <w:rsid w:val="00FD13B6"/>
    <w:rsid w:val="00FD1AC6"/>
    <w:rsid w:val="00FD3042"/>
    <w:rsid w:val="00FD4F85"/>
    <w:rsid w:val="00FD501F"/>
    <w:rsid w:val="00FD54F7"/>
    <w:rsid w:val="00FD7E9B"/>
    <w:rsid w:val="00FE0825"/>
    <w:rsid w:val="00FE213A"/>
    <w:rsid w:val="00FE29C1"/>
    <w:rsid w:val="00FE5F22"/>
    <w:rsid w:val="00FE6AEC"/>
    <w:rsid w:val="00FE7751"/>
    <w:rsid w:val="00FF113B"/>
    <w:rsid w:val="00FF3719"/>
    <w:rsid w:val="00FF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28323"/>
  <w14:defaultImageDpi w14:val="330"/>
  <w15:docId w15:val="{B187E2B5-F124-42B8-A88C-D9D830BE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  <w:style w:type="paragraph" w:customStyle="1" w:styleId="Default">
    <w:name w:val="Default"/>
    <w:basedOn w:val="Normln"/>
    <w:rsid w:val="00612CA0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0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\OneDrive%20-%20SZDC\Plocha\ZTP_DOKUMENTACE_vzor_23071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4723C8-E7C0-4DC0-ACDF-B3E76999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ZTP_DOKUMENTACE_vzor_230711.dotx</Template>
  <TotalTime>779</TotalTime>
  <Pages>1</Pages>
  <Words>2773</Words>
  <Characters>16363</Characters>
  <Application>Microsoft Office Word</Application>
  <DocSecurity>0</DocSecurity>
  <Lines>136</Lines>
  <Paragraphs>38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ZTP-DOK_230711</dc:title>
  <dc:subject/>
  <dc:creator>Tichý Petr, Ing.</dc:creator>
  <cp:keywords/>
  <dc:description/>
  <cp:lastModifiedBy>Tichý Petr  Ing.</cp:lastModifiedBy>
  <cp:revision>84</cp:revision>
  <cp:lastPrinted>2024-02-13T08:17:00Z</cp:lastPrinted>
  <dcterms:created xsi:type="dcterms:W3CDTF">2023-10-11T10:07:00Z</dcterms:created>
  <dcterms:modified xsi:type="dcterms:W3CDTF">2024-02-13T08:18:00Z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